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660A715A" w:rsidR="00F422D3" w:rsidRDefault="00F422D3" w:rsidP="00B42F40">
      <w:pPr>
        <w:pStyle w:val="Titul2"/>
      </w:pPr>
      <w:r>
        <w:t xml:space="preserve">Název zakázky: </w:t>
      </w:r>
      <w:r w:rsidR="006C26C0">
        <w:t xml:space="preserve"> </w:t>
      </w:r>
      <w:r w:rsidR="006C26C0" w:rsidRPr="006C26C0">
        <w:t>„Havlíčkův Brod ST MES - oprava“</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22AD5309" w:rsidR="00F422D3" w:rsidRPr="00F80A0C" w:rsidRDefault="00F422D3" w:rsidP="00B42F40">
      <w:pPr>
        <w:pStyle w:val="Textbezodsazen"/>
        <w:spacing w:after="0"/>
      </w:pPr>
      <w:r>
        <w:t xml:space="preserve">se </w:t>
      </w:r>
      <w:r w:rsidRPr="00F80A0C">
        <w:t xml:space="preserve">sídlem: </w:t>
      </w:r>
      <w:r w:rsidR="00D72EED" w:rsidRPr="00F80A0C">
        <w:t xml:space="preserve">Praha 1 - Nové Město, </w:t>
      </w:r>
      <w:r w:rsidRPr="00F80A0C">
        <w:t xml:space="preserve">Dlážděná 1003/7, </w:t>
      </w:r>
      <w:r w:rsidR="00D72EED" w:rsidRPr="00F80A0C">
        <w:t xml:space="preserve">PSČ </w:t>
      </w:r>
      <w:r w:rsidRPr="00F80A0C">
        <w:t xml:space="preserve">11000 </w:t>
      </w:r>
    </w:p>
    <w:p w14:paraId="6CD6861E" w14:textId="05806BB5" w:rsidR="00F422D3" w:rsidRDefault="00F422D3" w:rsidP="00B42F40">
      <w:pPr>
        <w:pStyle w:val="Textbezodsazen"/>
        <w:spacing w:after="0"/>
      </w:pPr>
      <w:r w:rsidRPr="00F80A0C">
        <w:t>IČO: 709</w:t>
      </w:r>
      <w:r w:rsidR="00D72EED" w:rsidRPr="00F80A0C">
        <w:t xml:space="preserve"> </w:t>
      </w:r>
      <w:r w:rsidRPr="00F80A0C">
        <w:t>94</w:t>
      </w:r>
      <w:r w:rsidR="00F80A0C">
        <w:t> </w:t>
      </w:r>
      <w:r w:rsidRPr="00F80A0C">
        <w:t>234</w:t>
      </w:r>
      <w:r w:rsidR="00F80A0C">
        <w:t>,</w:t>
      </w:r>
      <w:r w:rsidRPr="00F80A0C">
        <w:t xml:space="preserve"> DIČ: CZ70994234</w:t>
      </w:r>
    </w:p>
    <w:p w14:paraId="5886517C" w14:textId="6A698F5A" w:rsidR="00F422D3" w:rsidRDefault="00F422D3" w:rsidP="00B42F40">
      <w:pPr>
        <w:pStyle w:val="Textbezodsazen"/>
        <w:spacing w:after="0"/>
      </w:pPr>
      <w:r>
        <w:t xml:space="preserve">zapsaná v obchodním rejstříku vedeném Městským soudem v </w:t>
      </w:r>
      <w:r w:rsidRPr="00F80A0C">
        <w:t>Praze,</w:t>
      </w:r>
      <w:r w:rsidR="00D72EED" w:rsidRPr="00F80A0C">
        <w:t xml:space="preserve"> </w:t>
      </w:r>
      <w:proofErr w:type="spellStart"/>
      <w:r w:rsidR="00D72EED" w:rsidRPr="00F80A0C">
        <w:t>sp</w:t>
      </w:r>
      <w:proofErr w:type="spellEnd"/>
      <w:r w:rsidR="00D72EED" w:rsidRPr="00F80A0C">
        <w:t xml:space="preserve">. zn. </w:t>
      </w:r>
      <w:r w:rsidRPr="00F80A0C">
        <w:t>A 48384</w:t>
      </w:r>
    </w:p>
    <w:p w14:paraId="49AA54D6" w14:textId="77777777" w:rsidR="004436DB" w:rsidRDefault="004436DB" w:rsidP="004436DB">
      <w:pPr>
        <w:pStyle w:val="Textbezodsazen"/>
        <w:spacing w:after="240"/>
      </w:pPr>
      <w:r>
        <w:t xml:space="preserve">zastoupena: </w:t>
      </w:r>
      <w:r w:rsidRPr="00363AC0">
        <w:t>Ing. Liborem Tkáčem,</w:t>
      </w:r>
      <w:r>
        <w:t xml:space="preserve"> MBA, </w:t>
      </w:r>
      <w:r w:rsidRPr="00363AC0">
        <w:t>ředitelem Oblastního ředitelství Brno</w:t>
      </w:r>
    </w:p>
    <w:p w14:paraId="268567A4" w14:textId="77777777" w:rsidR="004436DB" w:rsidRPr="00B42F40" w:rsidRDefault="004436DB" w:rsidP="004436DB">
      <w:pPr>
        <w:pStyle w:val="Textbezodsazen"/>
        <w:spacing w:after="0"/>
        <w:rPr>
          <w:rStyle w:val="Zdraznnjemn"/>
          <w:b/>
          <w:iCs w:val="0"/>
          <w:color w:val="auto"/>
        </w:rPr>
      </w:pPr>
      <w:r w:rsidRPr="00B42F40">
        <w:rPr>
          <w:rStyle w:val="Zdraznnjemn"/>
          <w:b/>
          <w:iCs w:val="0"/>
          <w:color w:val="auto"/>
        </w:rPr>
        <w:t xml:space="preserve">Korespondenční adresa: </w:t>
      </w:r>
    </w:p>
    <w:p w14:paraId="66E5C682" w14:textId="77777777" w:rsidR="004436DB" w:rsidRDefault="004436DB" w:rsidP="004436DB">
      <w:pPr>
        <w:pStyle w:val="Textbezodsazen"/>
        <w:spacing w:after="0"/>
      </w:pPr>
      <w:r>
        <w:t>Správa železnic, státní organizace</w:t>
      </w:r>
    </w:p>
    <w:p w14:paraId="17FD5174" w14:textId="77777777" w:rsidR="004436DB" w:rsidRDefault="004436DB" w:rsidP="004436DB">
      <w:pPr>
        <w:pStyle w:val="Textbezodsazen"/>
        <w:spacing w:after="0"/>
      </w:pPr>
      <w:r w:rsidRPr="00DF5663">
        <w:t>Oblastní ředitelství Brno</w:t>
      </w:r>
      <w:r w:rsidRPr="005A6B21">
        <w:rPr>
          <w:highlight w:val="green"/>
        </w:rPr>
        <w:t xml:space="preserve"> </w:t>
      </w:r>
    </w:p>
    <w:p w14:paraId="6C2A9C04" w14:textId="77777777" w:rsidR="004436DB" w:rsidRDefault="004436DB" w:rsidP="004436DB">
      <w:pPr>
        <w:pStyle w:val="Textbezodsazen"/>
        <w:rPr>
          <w:lang w:val="en-US"/>
        </w:rPr>
      </w:pPr>
      <w:proofErr w:type="spellStart"/>
      <w:r w:rsidRPr="00DF5663">
        <w:rPr>
          <w:lang w:val="en-US"/>
        </w:rPr>
        <w:t>Kounicova</w:t>
      </w:r>
      <w:proofErr w:type="spellEnd"/>
      <w:r w:rsidRPr="00DF5663">
        <w:rPr>
          <w:lang w:val="en-US"/>
        </w:rPr>
        <w:t xml:space="preserve"> 26, 611 43 Brno</w:t>
      </w:r>
    </w:p>
    <w:p w14:paraId="39B02D3B" w14:textId="77777777" w:rsidR="004436DB" w:rsidRPr="00061719" w:rsidRDefault="004436DB" w:rsidP="004436D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6C3F9F0" w14:textId="77777777" w:rsidR="004436DB" w:rsidRDefault="00F06956" w:rsidP="004436DB">
      <w:pPr>
        <w:pStyle w:val="Textbezodsazen"/>
        <w:spacing w:after="0" w:line="240" w:lineRule="auto"/>
        <w:rPr>
          <w:rStyle w:val="Hypertextovodkaz"/>
          <w:rFonts w:ascii="Verdana" w:hAnsi="Verdana" w:cstheme="minorHAnsi"/>
          <w:noProof w:val="0"/>
        </w:rPr>
      </w:pPr>
      <w:hyperlink r:id="rId11" w:history="1">
        <w:r w:rsidR="004436DB" w:rsidRPr="005F58CA">
          <w:rPr>
            <w:rStyle w:val="Hypertextovodkaz"/>
            <w:rFonts w:ascii="Verdana" w:hAnsi="Verdana" w:cstheme="minorHAnsi"/>
            <w:noProof w:val="0"/>
          </w:rPr>
          <w:t xml:space="preserve">epodatelnaorbno@spravazeleznic.cz </w:t>
        </w:r>
      </w:hyperlink>
    </w:p>
    <w:p w14:paraId="17584D4C" w14:textId="77777777" w:rsidR="004436DB" w:rsidRDefault="004436DB" w:rsidP="004436DB">
      <w:pPr>
        <w:pStyle w:val="Textbezodsazen"/>
        <w:spacing w:after="0" w:line="240" w:lineRule="auto"/>
      </w:pPr>
    </w:p>
    <w:p w14:paraId="319A1FAC" w14:textId="77777777" w:rsidR="004436DB" w:rsidRDefault="004436DB" w:rsidP="004436DB">
      <w:pPr>
        <w:pStyle w:val="Textbezodsazen"/>
        <w:spacing w:after="0" w:line="240" w:lineRule="auto"/>
      </w:pPr>
      <w:r>
        <w:t>Adresa pro doručování daňových dokladů v elektronické podobě:</w:t>
      </w:r>
    </w:p>
    <w:p w14:paraId="00BDD2C5" w14:textId="77777777" w:rsidR="004436DB" w:rsidRDefault="00F06956" w:rsidP="004436DB">
      <w:pPr>
        <w:pStyle w:val="Textbezodsazen"/>
        <w:spacing w:after="0" w:line="240" w:lineRule="auto"/>
      </w:pPr>
      <w:hyperlink r:id="rId12" w:history="1">
        <w:r w:rsidR="004436DB" w:rsidRPr="00707C7E">
          <w:rPr>
            <w:rStyle w:val="Hypertextovodkaz"/>
            <w:noProof w:val="0"/>
          </w:rPr>
          <w:t>ePodatelnaCFU@spravazeleznic.cz</w:t>
        </w:r>
      </w:hyperlink>
      <w:r w:rsidR="004436DB">
        <w:t xml:space="preserve"> </w:t>
      </w:r>
    </w:p>
    <w:p w14:paraId="0D4B7569" w14:textId="77777777" w:rsidR="004436DB" w:rsidRDefault="004436DB" w:rsidP="004436DB">
      <w:pPr>
        <w:pStyle w:val="Textbezodsazen"/>
        <w:spacing w:after="0" w:line="240" w:lineRule="auto"/>
      </w:pPr>
    </w:p>
    <w:p w14:paraId="22E3E635" w14:textId="77777777" w:rsidR="004436DB" w:rsidRDefault="004436DB" w:rsidP="004436DB">
      <w:pPr>
        <w:pStyle w:val="Textbezodsazen"/>
        <w:spacing w:after="0" w:line="240" w:lineRule="auto"/>
      </w:pPr>
      <w:r>
        <w:t>Korespondenční adresa pro doručování daňových dokladů:</w:t>
      </w:r>
    </w:p>
    <w:p w14:paraId="1C0352EA" w14:textId="77777777" w:rsidR="004436DB" w:rsidRDefault="004436DB" w:rsidP="004436DB">
      <w:pPr>
        <w:pStyle w:val="Textbezodsazen"/>
        <w:spacing w:after="0" w:line="240" w:lineRule="auto"/>
      </w:pPr>
      <w:r>
        <w:t xml:space="preserve">Správa železnic, státní organizace, </w:t>
      </w:r>
    </w:p>
    <w:p w14:paraId="46909A0F" w14:textId="77777777" w:rsidR="004436DB" w:rsidRDefault="004436DB" w:rsidP="004436DB">
      <w:pPr>
        <w:pStyle w:val="Textbezodsazen"/>
        <w:spacing w:after="0" w:line="240" w:lineRule="auto"/>
      </w:pPr>
      <w:r>
        <w:t>Centrální finanční účtárna Čechy</w:t>
      </w:r>
    </w:p>
    <w:p w14:paraId="347318BD" w14:textId="77777777" w:rsidR="004436DB" w:rsidRPr="00D32554" w:rsidRDefault="004436DB" w:rsidP="004436DB">
      <w:pPr>
        <w:pStyle w:val="Textbezodsazen"/>
        <w:spacing w:line="240" w:lineRule="auto"/>
      </w:pPr>
      <w:r>
        <w:t xml:space="preserve">Náměstí Jana </w:t>
      </w:r>
      <w:proofErr w:type="spellStart"/>
      <w:r>
        <w:t>Pernera</w:t>
      </w:r>
      <w:proofErr w:type="spellEnd"/>
      <w:r>
        <w:t xml:space="preserve"> 217, 530 02 Pardubice</w:t>
      </w:r>
    </w:p>
    <w:p w14:paraId="3E88E061" w14:textId="77777777" w:rsidR="004436DB" w:rsidRDefault="004436DB" w:rsidP="004436DB">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93215F4" w:rsidR="00F422D3" w:rsidRPr="00B42F40" w:rsidRDefault="00F422D3" w:rsidP="00B42F40">
      <w:pPr>
        <w:pStyle w:val="Textbezodsazen"/>
        <w:spacing w:after="0"/>
      </w:pPr>
      <w:proofErr w:type="spellStart"/>
      <w:r w:rsidRPr="00B42F40">
        <w:t>sp</w:t>
      </w:r>
      <w:proofErr w:type="spellEnd"/>
      <w:r w:rsidR="00A047E8">
        <w:t xml:space="preserve">. </w:t>
      </w:r>
      <w:r w:rsidRPr="00B42F40">
        <w:t>zn</w:t>
      </w:r>
      <w:r w:rsidR="00A047E8">
        <w:t>.</w:t>
      </w:r>
      <w:r w:rsidRPr="00B42F40">
        <w:t xml:space="preserve">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492F6CC9"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D72EE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8A40E5D"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dne</w:t>
      </w:r>
      <w:bookmarkStart w:id="0" w:name="_GoBack"/>
      <w:bookmarkEnd w:id="0"/>
      <w:r w:rsidRPr="00F97DBD">
        <w:t xml:space="preserve"> </w:t>
      </w:r>
      <w:proofErr w:type="gramStart"/>
      <w:r w:rsidR="00F06956">
        <w:t>02.03.2023</w:t>
      </w:r>
      <w:proofErr w:type="gramEnd"/>
      <w:r w:rsidR="00F06956">
        <w:t xml:space="preserve"> </w:t>
      </w:r>
      <w:r w:rsidRPr="00F97DBD">
        <w:t xml:space="preserve">pod </w:t>
      </w:r>
      <w:r w:rsidRPr="00F24489">
        <w:t>evidenčním</w:t>
      </w:r>
      <w:r w:rsidRPr="00F97DBD">
        <w:t xml:space="preserve"> číslem </w:t>
      </w:r>
      <w:r w:rsidR="00F06956">
        <w:rPr>
          <w:rFonts w:ascii="Tahoma" w:hAnsi="Tahoma" w:cs="Tahoma"/>
          <w:b/>
          <w:bCs/>
          <w:color w:val="000000"/>
          <w:sz w:val="19"/>
          <w:szCs w:val="19"/>
          <w:shd w:val="clear" w:color="auto" w:fill="FFFFFF"/>
        </w:rPr>
        <w:t>63923026</w:t>
      </w:r>
      <w:r w:rsidR="00F06956">
        <w:rPr>
          <w:rFonts w:ascii="Tahoma" w:hAnsi="Tahoma" w:cs="Tahoma"/>
          <w:b/>
          <w:bCs/>
          <w:color w:val="000000"/>
          <w:sz w:val="19"/>
          <w:szCs w:val="19"/>
          <w:shd w:val="clear" w:color="auto" w:fill="FFFFFF"/>
        </w:rPr>
        <w:t xml:space="preserve"> </w:t>
      </w:r>
      <w:r w:rsidRPr="00F97DBD">
        <w:t xml:space="preserve">svůj úmysl zadat </w:t>
      </w:r>
      <w:r>
        <w:t xml:space="preserve">ve výběrovém řízení </w:t>
      </w:r>
      <w:r w:rsidRPr="00F97DBD">
        <w:t xml:space="preserve">veřejnou zakázku s názvem </w:t>
      </w:r>
      <w:r w:rsidR="006C26C0">
        <w:rPr>
          <w:rFonts w:ascii="Verdana" w:hAnsi="Verdana"/>
          <w:b/>
        </w:rPr>
        <w:t>„Havlíčkův Brod ST MES - oprava“</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2AF9D282" w:rsidR="00F24489" w:rsidRPr="00F97DBD" w:rsidRDefault="00F24489" w:rsidP="00F24489">
      <w:pPr>
        <w:pStyle w:val="Text1-1"/>
      </w:pPr>
      <w:r w:rsidRPr="00F97DBD">
        <w:t>Objednatel se zavazuje Zhotoviteli poskytnout veškerou nezbytnou součinnost k</w:t>
      </w:r>
      <w:r w:rsidR="00D72EED">
        <w:t> </w:t>
      </w:r>
      <w:r w:rsidRPr="00F97DBD">
        <w:t xml:space="preserve">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D34C9">
        <w:t xml:space="preserve">Rekapitulace </w:t>
      </w:r>
      <w:r w:rsidR="00F24489" w:rsidRPr="008D34C9">
        <w:t xml:space="preserve">Ceny Díla dle </w:t>
      </w:r>
      <w:r w:rsidR="00625D0C" w:rsidRPr="008D34C9">
        <w:t xml:space="preserve">objektů </w:t>
      </w:r>
      <w:r w:rsidR="00F24489" w:rsidRPr="008D34C9">
        <w:t xml:space="preserve">stavebních </w:t>
      </w:r>
      <w:r w:rsidR="00625D0C" w:rsidRPr="008D34C9">
        <w:t xml:space="preserve">částí </w:t>
      </w:r>
      <w:r w:rsidR="00F24489" w:rsidRPr="008D34C9">
        <w:t xml:space="preserve">(SO) a </w:t>
      </w:r>
      <w:r w:rsidR="00625D0C" w:rsidRPr="008D34C9">
        <w:t xml:space="preserve">objektů </w:t>
      </w:r>
      <w:r w:rsidR="00F24489" w:rsidRPr="008D34C9">
        <w:t xml:space="preserve">provozních </w:t>
      </w:r>
      <w:r w:rsidR="00625D0C" w:rsidRPr="008D34C9">
        <w:t xml:space="preserve">částí </w:t>
      </w:r>
      <w:r w:rsidR="00F24489" w:rsidRPr="008D34C9">
        <w:t>(PS) je uveden</w:t>
      </w:r>
      <w:r w:rsidRPr="008D34C9">
        <w:t>a</w:t>
      </w:r>
      <w:r w:rsidR="00F24489" w:rsidRPr="008D34C9">
        <w:t xml:space="preserve"> v </w:t>
      </w:r>
      <w:hyperlink w:anchor="ListAnnex04" w:history="1">
        <w:r w:rsidR="00F24489" w:rsidRPr="008D34C9">
          <w:rPr>
            <w:rStyle w:val="Hypertextovodkaz"/>
            <w:rFonts w:cs="Calibri"/>
            <w:color w:val="auto"/>
          </w:rPr>
          <w:t>Příloze č. 4</w:t>
        </w:r>
      </w:hyperlink>
      <w:r w:rsidR="00F24489" w:rsidRPr="008D34C9">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4D08A433" w:rsidR="00F24489" w:rsidRPr="004436DB" w:rsidRDefault="00F24489" w:rsidP="00F24489">
      <w:pPr>
        <w:pStyle w:val="Text1-1"/>
      </w:pPr>
      <w:r w:rsidRPr="004436D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D72EED">
        <w:t> </w:t>
      </w:r>
      <w:r w:rsidRPr="004436DB">
        <w:t>nichž je mezi plátci v tuzemsku uplatňován</w:t>
      </w:r>
      <w:r w:rsidRPr="004436DB">
        <w:rPr>
          <w:rStyle w:val="OdstavecsmlouvyChar"/>
          <w:rFonts w:eastAsiaTheme="minorHAnsi"/>
        </w:rPr>
        <w:t xml:space="preserve"> </w:t>
      </w:r>
      <w:r w:rsidRPr="004436DB">
        <w:t xml:space="preserve">režim přenesení daňové povinnosti dle </w:t>
      </w:r>
      <w:proofErr w:type="spellStart"/>
      <w:r w:rsidRPr="004436DB">
        <w:t>ust</w:t>
      </w:r>
      <w:proofErr w:type="spellEnd"/>
      <w:r w:rsidRPr="004436DB">
        <w:t xml:space="preserve">. § 92a, zákona č. 235/2004 Sb., o dani z přidané hodnoty, ve znění pozdějších předpisů (dále jen „zákona o DPH“), osobou povinnou k dani dle </w:t>
      </w:r>
      <w:proofErr w:type="spellStart"/>
      <w:r w:rsidRPr="004436DB">
        <w:t>ust</w:t>
      </w:r>
      <w:proofErr w:type="spellEnd"/>
      <w:r w:rsidRPr="004436DB">
        <w:t xml:space="preserve">. § 5 odst. 1 zákona o DPH, neboť přijatá plnění použije pro svou ekonomickou činnost, a je tedy osobou povinnou přiznat a zaplatit DPH dle </w:t>
      </w:r>
      <w:proofErr w:type="spellStart"/>
      <w:r w:rsidRPr="004436DB">
        <w:t>ust</w:t>
      </w:r>
      <w:proofErr w:type="spellEnd"/>
      <w:r w:rsidRPr="004436DB">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4F86BD74" w:rsidR="00F24489" w:rsidRPr="00F24489" w:rsidRDefault="00F24489" w:rsidP="00F24489">
      <w:pPr>
        <w:pStyle w:val="Textbezslovn"/>
        <w:rPr>
          <w:b/>
        </w:rPr>
      </w:pPr>
      <w:r w:rsidRPr="00F24489">
        <w:rPr>
          <w:b/>
        </w:rPr>
        <w:t>Zahájení stavebních prací: dnem předání Staveniště dle odst. 4.1.1 Přílohy č.</w:t>
      </w:r>
      <w:r w:rsidR="00D72EED">
        <w:rPr>
          <w:b/>
        </w:rPr>
        <w:t xml:space="preserve"> </w:t>
      </w:r>
      <w:r w:rsidRPr="00F24489">
        <w:rPr>
          <w:b/>
        </w:rPr>
        <w:t>2 b) Smlouvy.</w:t>
      </w:r>
    </w:p>
    <w:p w14:paraId="71FF7E2D" w14:textId="15BF88B0" w:rsidR="00F24489" w:rsidRPr="004436DB" w:rsidRDefault="00F24489" w:rsidP="00F24489">
      <w:pPr>
        <w:pStyle w:val="Textbezslovn"/>
        <w:rPr>
          <w:b/>
        </w:rPr>
      </w:pPr>
      <w:r w:rsidRPr="00F24489">
        <w:rPr>
          <w:b/>
        </w:rPr>
        <w:t xml:space="preserve">Celková lhůta pro dokončení Díla činí </w:t>
      </w:r>
      <w:r w:rsidRPr="004436DB">
        <w:rPr>
          <w:b/>
        </w:rPr>
        <w:t xml:space="preserve">celkem </w:t>
      </w:r>
      <w:r w:rsidR="00691851">
        <w:rPr>
          <w:b/>
        </w:rPr>
        <w:t>20</w:t>
      </w:r>
      <w:r w:rsidRPr="004436DB">
        <w:rPr>
          <w:b/>
        </w:rPr>
        <w:t xml:space="preserve"> měsíců ode Dne zahájení stavebních prací (dokladem prokazujícím, že Zhotovitel dokončil celé Dílo, je Předávací protokol dle odst. 10.4 Obchodních podmínek).</w:t>
      </w:r>
    </w:p>
    <w:p w14:paraId="71987FC1" w14:textId="1325A461" w:rsidR="00F24489" w:rsidRDefault="00F24489" w:rsidP="0046348B">
      <w:pPr>
        <w:pStyle w:val="Textbezslovn"/>
      </w:pPr>
      <w:r w:rsidRPr="004436DB">
        <w:t xml:space="preserve">Lhůta pro dokončení stavebních prací činí </w:t>
      </w:r>
      <w:r w:rsidR="0046348B" w:rsidRPr="0046348B">
        <w:rPr>
          <w:b/>
        </w:rPr>
        <w:t>u SO-01.01.01 devět měsíců</w:t>
      </w:r>
      <w:r w:rsidR="0046348B">
        <w:rPr>
          <w:b/>
        </w:rPr>
        <w:t xml:space="preserve">, u </w:t>
      </w:r>
      <w:r w:rsidR="0046348B" w:rsidRPr="0046348B">
        <w:rPr>
          <w:b/>
        </w:rPr>
        <w:t xml:space="preserve"> SO-01.01.02 šestnáct měsíců</w:t>
      </w:r>
      <w:r w:rsidR="0046348B">
        <w:rPr>
          <w:b/>
        </w:rPr>
        <w:t xml:space="preserve"> a u </w:t>
      </w:r>
      <w:r w:rsidR="0046348B" w:rsidRPr="0046348B">
        <w:rPr>
          <w:b/>
        </w:rPr>
        <w:t xml:space="preserve">SO-01.01.03 sedmnáct měsíců </w:t>
      </w:r>
      <w:r w:rsidRPr="005E58DB">
        <w:t xml:space="preserve">ode dne zahájení stavebních prací </w:t>
      </w:r>
      <w:r w:rsidRPr="00F97DBD">
        <w:t xml:space="preserve">(dokladem prokazujícím, že Zhotovitel dokončil </w:t>
      </w:r>
      <w:r>
        <w:t xml:space="preserve">stavební </w:t>
      </w:r>
      <w:r w:rsidRPr="00F97DBD">
        <w:t>práce a</w:t>
      </w:r>
      <w:r w:rsidR="00D72EED">
        <w:t> </w:t>
      </w:r>
      <w:r w:rsidRPr="00F97DBD">
        <w:t xml:space="preserve">předal Objednateli veškerá plnění připadající na </w:t>
      </w:r>
      <w:r>
        <w:t xml:space="preserve">tuto část </w:t>
      </w:r>
      <w:r w:rsidRPr="00F97DBD">
        <w:t>Díl</w:t>
      </w:r>
      <w:r>
        <w:t>a</w:t>
      </w:r>
      <w:r w:rsidRPr="00F97DBD">
        <w:t>, je poslední Zápis o</w:t>
      </w:r>
      <w:r w:rsidR="00D72EED">
        <w:t> </w:t>
      </w:r>
      <w:r w:rsidRPr="00F97DBD">
        <w:t xml:space="preserve">předání a převzetí Díla). </w:t>
      </w:r>
    </w:p>
    <w:p w14:paraId="026A062E" w14:textId="1B2AAD8C" w:rsidR="00F24489" w:rsidRPr="004436DB" w:rsidRDefault="00F24489" w:rsidP="00F24489">
      <w:pPr>
        <w:pStyle w:val="Textbezslovn"/>
      </w:pPr>
      <w:r w:rsidRPr="004436DB">
        <w:t>Předání dokumentace skutečného provedení stavby a kompletní technické části dokumentace skutečného provedení stavby</w:t>
      </w:r>
      <w:r w:rsidR="0046348B">
        <w:t xml:space="preserve"> včetně </w:t>
      </w:r>
      <w:r w:rsidR="0046348B" w:rsidRPr="00C707B0">
        <w:t>geodetické části</w:t>
      </w:r>
      <w:r w:rsidRPr="004436DB">
        <w:t xml:space="preserve"> bude provedeno nejpozději do </w:t>
      </w:r>
      <w:r w:rsidR="004436DB" w:rsidRPr="004436DB">
        <w:rPr>
          <w:b/>
        </w:rPr>
        <w:t>3</w:t>
      </w:r>
      <w:r w:rsidRPr="004436DB">
        <w:rPr>
          <w:b/>
        </w:rPr>
        <w:t xml:space="preserve"> měsíců</w:t>
      </w:r>
      <w:r w:rsidRPr="004436DB">
        <w:t xml:space="preserve"> ode dne podpisu posledního Zápisu o předání a převzetí Díla.</w:t>
      </w:r>
    </w:p>
    <w:p w14:paraId="7D4CC9AE" w14:textId="0A7D0005" w:rsidR="00F24489" w:rsidRPr="003F35F3" w:rsidRDefault="00F24489" w:rsidP="00F24489">
      <w:pPr>
        <w:pStyle w:val="Textbezslovn"/>
      </w:pPr>
      <w:r w:rsidRPr="004436DB">
        <w:lastRenderedPageBreak/>
        <w:t>Lhůty stanovené v </w:t>
      </w:r>
      <w:r w:rsidR="004B20BA" w:rsidRPr="004436DB">
        <w:t xml:space="preserve">čl. 1.7.3.2 odst. 5 a čl. 1.11.5.1 odst. 3 </w:t>
      </w:r>
      <w:r w:rsidR="00A85EFC" w:rsidRPr="004436DB">
        <w:t>Technických kvalitativních podmínek staveb státních drah (TKP)</w:t>
      </w:r>
      <w:r w:rsidRPr="004436DB">
        <w:t>a lhůty stanovené v odst. 2.10 a</w:t>
      </w:r>
      <w:r w:rsidR="00D72EED">
        <w:t> </w:t>
      </w:r>
      <w:r w:rsidRPr="004436DB">
        <w:t xml:space="preserve">2.11 Obchodních </w:t>
      </w:r>
      <w:proofErr w:type="gramStart"/>
      <w:r w:rsidRPr="004436DB">
        <w:t>podmínek  se</w:t>
      </w:r>
      <w:proofErr w:type="gramEnd"/>
      <w:r w:rsidRPr="004436DB">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6AEB95E" w14:textId="77777777" w:rsidR="00214C3E" w:rsidRDefault="00214C3E" w:rsidP="004436DB">
      <w:pPr>
        <w:pStyle w:val="Text1-1"/>
      </w:pPr>
      <w:r w:rsidRPr="004436DB">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4436DB">
        <w:t>na pět (5) dní</w:t>
      </w:r>
      <w:r>
        <w:t xml:space="preserve">. </w:t>
      </w:r>
    </w:p>
    <w:p w14:paraId="2CFED12C" w14:textId="6CAAA00D" w:rsidR="00214C3E" w:rsidRDefault="00214C3E" w:rsidP="00214C3E">
      <w:pPr>
        <w:pStyle w:val="Text1-1"/>
      </w:pPr>
      <w:r>
        <w:t>V bodě 3.6.2 Obchodních podmínek se lhůta upravuje na sedm (7)</w:t>
      </w:r>
      <w:r w:rsidR="00D72EED">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581A2CFD" w:rsidR="00214C3E" w:rsidRDefault="00214C3E" w:rsidP="00214C3E">
      <w:pPr>
        <w:pStyle w:val="Text1-1"/>
      </w:pPr>
      <w:r>
        <w:t xml:space="preserve">V bodě 6.8 Obchodních podmínek se upravuje termín doložení dokladů způsobilosti zhotovitele na termín „při předání staveniště“. </w:t>
      </w:r>
      <w:r w:rsidR="00D72EED">
        <w:t>P</w:t>
      </w:r>
      <w:r>
        <w:t>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1863AE60"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V</w:t>
      </w:r>
      <w:r w:rsidR="00D72EE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4436DB">
      <w:pPr>
        <w:pStyle w:val="Text1-1"/>
      </w:pPr>
      <w:r w:rsidRPr="004436DB">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4436DB" w:rsidRDefault="00500C05" w:rsidP="00500C05">
      <w:pPr>
        <w:spacing w:after="200" w:line="276" w:lineRule="auto"/>
        <w:ind w:firstLine="709"/>
        <w:jc w:val="both"/>
        <w:rPr>
          <w:rFonts w:ascii="Verdana" w:hAnsi="Verdana" w:cstheme="minorHAnsi"/>
        </w:rPr>
      </w:pPr>
      <w:r w:rsidRPr="004436DB">
        <w:rPr>
          <w:rFonts w:ascii="Verdana" w:hAnsi="Verdana" w:cstheme="minorHAnsi"/>
        </w:rPr>
        <w:t>Daňové doklady, vč. všech příloh, budou zasílány následovně:</w:t>
      </w:r>
    </w:p>
    <w:p w14:paraId="1816E48A"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na e-mailovou adresu </w:t>
      </w:r>
      <w:hyperlink r:id="rId14" w:history="1">
        <w:r w:rsidRPr="004436DB">
          <w:rPr>
            <w:rStyle w:val="Hypertextovodkaz"/>
            <w:rFonts w:ascii="Verdana" w:hAnsi="Verdana" w:cstheme="minorHAnsi"/>
          </w:rPr>
          <w:t>ePodatelnaCFU@spravazeleznic.cz</w:t>
        </w:r>
      </w:hyperlink>
      <w:r w:rsidRPr="004436DB">
        <w:rPr>
          <w:rFonts w:ascii="Verdana" w:hAnsi="Verdana" w:cstheme="minorHAnsi"/>
        </w:rPr>
        <w:t>, nebo</w:t>
      </w:r>
    </w:p>
    <w:p w14:paraId="414A35E9"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do datové schránky s identifikátorem </w:t>
      </w:r>
      <w:proofErr w:type="spellStart"/>
      <w:r w:rsidRPr="004436DB">
        <w:rPr>
          <w:rFonts w:ascii="Verdana" w:hAnsi="Verdana" w:cstheme="minorHAnsi"/>
        </w:rPr>
        <w:t>Uccchjm</w:t>
      </w:r>
      <w:proofErr w:type="spellEnd"/>
      <w:r w:rsidRPr="004436DB">
        <w:rPr>
          <w:rFonts w:ascii="Verdana" w:hAnsi="Verdana" w:cstheme="minorHAnsi"/>
        </w:rPr>
        <w:t>, nebo</w:t>
      </w:r>
    </w:p>
    <w:p w14:paraId="5702F2D3"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listinné podobě na adresu Správa železnic, státní organizace, Centrální finanční účtárna Čechy, Náměstí Jana </w:t>
      </w:r>
      <w:proofErr w:type="spellStart"/>
      <w:r w:rsidRPr="004436DB">
        <w:rPr>
          <w:rFonts w:ascii="Verdana" w:hAnsi="Verdana" w:cstheme="minorHAnsi"/>
        </w:rPr>
        <w:t>Pernera</w:t>
      </w:r>
      <w:proofErr w:type="spellEnd"/>
      <w:r w:rsidRPr="004436DB">
        <w:rPr>
          <w:rFonts w:ascii="Verdana" w:hAnsi="Verdana" w:cstheme="minorHAnsi"/>
        </w:rPr>
        <w:t xml:space="preserve"> 217, 530 02 Pardubice. </w:t>
      </w:r>
    </w:p>
    <w:p w14:paraId="6EAE76DA" w14:textId="1A062B7A" w:rsidR="0007653B" w:rsidRDefault="00500C05" w:rsidP="00500C05">
      <w:pPr>
        <w:pStyle w:val="Textbezslovn"/>
      </w:pPr>
      <w:r w:rsidRPr="004436DB">
        <w:rPr>
          <w:rFonts w:ascii="Verdana" w:hAnsi="Verdana" w:cstheme="minorHAnsi"/>
        </w:rPr>
        <w:t xml:space="preserve">Objednatel upřednostňuje příjem těchto daňových dokladů v digitální podobě </w:t>
      </w:r>
      <w:r w:rsidR="000219F1" w:rsidRPr="004436DB">
        <w:rPr>
          <w:rFonts w:ascii="Verdana" w:hAnsi="Verdana" w:cstheme="minorHAnsi"/>
        </w:rPr>
        <w:t xml:space="preserve">ve formátu PDF/A, ISO 19005, min. verze PDF/A-2b </w:t>
      </w:r>
      <w:r w:rsidRPr="004436DB">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609DE42"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33DF8397" w:rsidR="00625D0C" w:rsidRPr="009A12BD" w:rsidRDefault="00625D0C" w:rsidP="00625D0C">
      <w:pPr>
        <w:pStyle w:val="Odstavec1-1a"/>
        <w:numPr>
          <w:ilvl w:val="0"/>
          <w:numId w:val="29"/>
        </w:numPr>
      </w:pPr>
      <w:r w:rsidRPr="009A12BD">
        <w:t>hodnota provedených prací Zhotovitelem, včetně hodnoty vyhrazeného plnění, v</w:t>
      </w:r>
      <w:r w:rsidR="00D72EED">
        <w:t> </w:t>
      </w:r>
      <w:r w:rsidRPr="009A12BD">
        <w:t xml:space="preserve">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3F4B9100" w:rsidR="00625D0C" w:rsidRPr="009A12BD" w:rsidRDefault="00625D0C" w:rsidP="00625D0C">
      <w:pPr>
        <w:pStyle w:val="Textbezslovn"/>
      </w:pPr>
      <w:r w:rsidRPr="009A12BD">
        <w:t>Součet hodnot dle výše uvedeného písm.</w:t>
      </w:r>
      <w:r w:rsidR="00D72EED">
        <w:t> </w:t>
      </w:r>
      <w:r w:rsidRPr="009A12BD">
        <w:t>a) a písm.</w:t>
      </w:r>
      <w:r w:rsidR="00D72EED">
        <w:t>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3D988388"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72EED">
        <w:t xml:space="preserve"> </w:t>
      </w:r>
      <w:r w:rsidRPr="00214C3E">
        <w:t>dubna 2016 o</w:t>
      </w:r>
      <w:r w:rsidR="00D72EED">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D72EE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49E1741E"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72EED" w:rsidRPr="00D72EED">
        <w:t>,-</w:t>
      </w:r>
      <w:r>
        <w:t xml:space="preserve">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24A46CEA" w:rsidR="00625D0C" w:rsidRDefault="00625D0C" w:rsidP="00625D0C">
      <w:pPr>
        <w:pStyle w:val="Text1-2"/>
      </w:pPr>
      <w:r>
        <w:t>Zhotovitel se zavazuje uhradit smluvní pokutu ve výši 10.000</w:t>
      </w:r>
      <w:r w:rsidR="00D72EED">
        <w:t>,-</w:t>
      </w:r>
      <w:r>
        <w:t xml:space="preserve"> Kč za každý byť i započatý den prodlení se splněním povinnosti předložit smluvní dokumentaci dle předchozího odstavce smlouvy. Zhotovitel se dále zavazuje uhradit smluvní pokutu ve výši 10.000</w:t>
      </w:r>
      <w:r w:rsidR="00D72EED">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317EA837"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w:t>
      </w:r>
      <w:r w:rsidR="00D72EED">
        <w:rPr>
          <w:rStyle w:val="Tun"/>
          <w:b w:val="0"/>
        </w:rPr>
        <w:t> </w:t>
      </w:r>
      <w:r>
        <w:rPr>
          <w:rStyle w:val="Tun"/>
          <w:b w:val="0"/>
        </w:rPr>
        <w:t>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63CC831C"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D72EED">
        <w:t> </w:t>
      </w:r>
      <w:r w:rsidRPr="0029677D">
        <w:t>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06BBA7B7" w:rsidR="00CE5886" w:rsidRPr="0029677D" w:rsidRDefault="00CE5886" w:rsidP="00CE5886">
      <w:pPr>
        <w:pStyle w:val="Text1-1"/>
      </w:pPr>
      <w:r w:rsidRPr="0029677D">
        <w:t>Zhotovitel se dále zavazuje postupovat při plnění této Smlouvy v souladu s</w:t>
      </w:r>
      <w:r w:rsidR="00D72EE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CEDA82E" w:rsidR="00CE5886" w:rsidRPr="0029677D" w:rsidRDefault="00CE5886" w:rsidP="00CE5886">
      <w:pPr>
        <w:pStyle w:val="Text1-1"/>
      </w:pPr>
      <w:r w:rsidRPr="0029677D">
        <w:t>Zhotovitel se dále ve smyslu článku 2 nařízení Rady (EU) č. 269/2014 ze dne 17.</w:t>
      </w:r>
      <w:r w:rsidR="00D72EE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4436D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6D906D55"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D72EED">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067D99E3" w:rsidR="00625D0C" w:rsidRDefault="00FC3B26" w:rsidP="00913CA9">
      <w:pPr>
        <w:pStyle w:val="Text1-1"/>
      </w:pPr>
      <w:r w:rsidRPr="00913CA9">
        <w:t>Tato Smlouva je vyhotovena elektronicky a podepsána zaručeným elektronickým podpisem založeným na kvalifikovaném certifikátu pro elektronický podpis nebo kvalifikovaným elektronickým podpisem</w:t>
      </w:r>
      <w:r w:rsidRPr="00B16250">
        <w:t>.</w:t>
      </w:r>
    </w:p>
    <w:p w14:paraId="32646957" w14:textId="03247D7F"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D72EED">
        <w:t>„</w:t>
      </w:r>
      <w:r w:rsidRPr="009A2D2E">
        <w:t>ZRS</w:t>
      </w:r>
      <w:r w:rsidR="00D72EED">
        <w:t>“</w:t>
      </w:r>
      <w:r w:rsidRPr="009A2D2E">
        <w:t>) s uveřejněním této Smlouvy v registru s</w:t>
      </w:r>
      <w:r>
        <w:t>mluv v rozsahu vyžadovaném ZRS a současně souhlasí se zveřejněním údajů o</w:t>
      </w:r>
      <w:r w:rsidR="00D72EED">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D72EED">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4345" w:type="pct"/>
        <w:jc w:val="center"/>
        <w:tblLook w:val="01E0" w:firstRow="1" w:lastRow="1" w:firstColumn="1" w:lastColumn="1" w:noHBand="0" w:noVBand="0"/>
      </w:tblPr>
      <w:tblGrid>
        <w:gridCol w:w="2317"/>
        <w:gridCol w:w="5000"/>
      </w:tblGrid>
      <w:tr w:rsidR="00214C3E" w:rsidRPr="00F97DBD" w14:paraId="3F73E927" w14:textId="77777777" w:rsidTr="00A047E8">
        <w:trPr>
          <w:jc w:val="center"/>
        </w:trPr>
        <w:tc>
          <w:tcPr>
            <w:tcW w:w="1583" w:type="pct"/>
          </w:tcPr>
          <w:bookmarkStart w:id="2" w:name="ListAnnex01"/>
          <w:p w14:paraId="3627CC3A" w14:textId="77777777" w:rsidR="00214C3E" w:rsidRPr="00F97DBD" w:rsidRDefault="00214C3E" w:rsidP="00A047E8">
            <w:pPr>
              <w:pStyle w:val="Textbezslovn"/>
              <w:ind w:left="288"/>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17" w:type="pct"/>
          </w:tcPr>
          <w:p w14:paraId="2FD2A796" w14:textId="3B037C22" w:rsidR="00214C3E" w:rsidRPr="00F97DBD" w:rsidRDefault="00913CA9" w:rsidP="00A047E8">
            <w:pPr>
              <w:pStyle w:val="Textbezslovn"/>
              <w:ind w:left="0" w:right="-791"/>
            </w:pPr>
            <w:r>
              <w:t>Obchodní podmínky</w:t>
            </w:r>
          </w:p>
        </w:tc>
      </w:tr>
      <w:bookmarkStart w:id="3" w:name="ListAnnex02"/>
      <w:tr w:rsidR="00214C3E" w:rsidRPr="00F97DBD" w14:paraId="35CA6664" w14:textId="77777777" w:rsidTr="00A047E8">
        <w:trPr>
          <w:jc w:val="center"/>
        </w:trPr>
        <w:tc>
          <w:tcPr>
            <w:tcW w:w="1583" w:type="pct"/>
          </w:tcPr>
          <w:p w14:paraId="5CC457D4" w14:textId="77777777" w:rsidR="00214C3E" w:rsidRPr="00F97DBD" w:rsidRDefault="00214C3E" w:rsidP="00A047E8">
            <w:pPr>
              <w:pStyle w:val="Textbezslovn"/>
              <w:ind w:left="288"/>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17" w:type="pct"/>
          </w:tcPr>
          <w:p w14:paraId="736A57F9" w14:textId="77777777" w:rsidR="00214C3E" w:rsidRPr="00F97DBD" w:rsidRDefault="00214C3E" w:rsidP="00A047E8">
            <w:pPr>
              <w:pStyle w:val="Textbezslovn"/>
              <w:ind w:left="0" w:right="-791"/>
              <w:jc w:val="left"/>
            </w:pPr>
            <w:r w:rsidRPr="00F97DBD">
              <w:t xml:space="preserve">Technické podmínky: </w:t>
            </w:r>
            <w:r w:rsidRPr="00F97DBD">
              <w:br/>
              <w:t xml:space="preserve">a) Technické kvalitativní podmínky staveb státních drah (TKP Staveb) </w:t>
            </w:r>
          </w:p>
          <w:p w14:paraId="7CE9F0DE" w14:textId="007F5132" w:rsidR="00214C3E" w:rsidRPr="00F97DBD" w:rsidRDefault="00522E78" w:rsidP="00A047E8">
            <w:pPr>
              <w:pStyle w:val="Textbezslovn"/>
              <w:ind w:left="0" w:right="-791"/>
            </w:pPr>
            <w:r>
              <w:t>b</w:t>
            </w:r>
            <w:r w:rsidR="00214C3E" w:rsidRPr="00F97DBD">
              <w:t xml:space="preserve">) Zvláštní technické podmínky </w:t>
            </w:r>
          </w:p>
        </w:tc>
      </w:tr>
      <w:bookmarkStart w:id="4" w:name="ListAnnex03"/>
      <w:tr w:rsidR="00214C3E" w:rsidRPr="00F97DBD" w14:paraId="761E3081" w14:textId="77777777" w:rsidTr="00A047E8">
        <w:trPr>
          <w:jc w:val="center"/>
        </w:trPr>
        <w:tc>
          <w:tcPr>
            <w:tcW w:w="1583" w:type="pct"/>
          </w:tcPr>
          <w:p w14:paraId="30C6D9FA" w14:textId="77777777" w:rsidR="00214C3E" w:rsidRPr="00F97DBD" w:rsidRDefault="00214C3E" w:rsidP="00A047E8">
            <w:pPr>
              <w:pStyle w:val="Textbezslovn"/>
              <w:ind w:left="288"/>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17" w:type="pct"/>
          </w:tcPr>
          <w:p w14:paraId="57A528E1" w14:textId="77777777" w:rsidR="00214C3E" w:rsidRPr="00F97DBD" w:rsidRDefault="00214C3E" w:rsidP="00A047E8">
            <w:pPr>
              <w:pStyle w:val="Textbezslovn"/>
              <w:ind w:left="0" w:right="-791"/>
            </w:pPr>
            <w:r w:rsidRPr="00F97DBD">
              <w:t>Související dokumenty</w:t>
            </w:r>
          </w:p>
        </w:tc>
      </w:tr>
      <w:bookmarkStart w:id="5" w:name="ListAnnex04"/>
      <w:tr w:rsidR="00214C3E" w:rsidRPr="00F97DBD" w14:paraId="1EF3399D" w14:textId="77777777" w:rsidTr="00A047E8">
        <w:trPr>
          <w:jc w:val="center"/>
        </w:trPr>
        <w:tc>
          <w:tcPr>
            <w:tcW w:w="1583" w:type="pct"/>
          </w:tcPr>
          <w:p w14:paraId="7F37ACDC" w14:textId="77777777" w:rsidR="00214C3E" w:rsidRPr="00F97DBD" w:rsidRDefault="00214C3E" w:rsidP="00A047E8">
            <w:pPr>
              <w:pStyle w:val="Textbezslovn"/>
              <w:ind w:left="288"/>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17" w:type="pct"/>
          </w:tcPr>
          <w:p w14:paraId="15EF789F" w14:textId="77777777" w:rsidR="00214C3E" w:rsidRPr="00F97DBD" w:rsidRDefault="00214C3E" w:rsidP="00A047E8">
            <w:pPr>
              <w:pStyle w:val="Textbezslovn"/>
              <w:ind w:left="0" w:right="-791"/>
            </w:pPr>
            <w:r>
              <w:t xml:space="preserve">Rozpis </w:t>
            </w:r>
            <w:r w:rsidRPr="00F97DBD">
              <w:t>Ceny Díla</w:t>
            </w:r>
          </w:p>
        </w:tc>
      </w:tr>
      <w:bookmarkStart w:id="6" w:name="ListAnnex05"/>
      <w:tr w:rsidR="00214C3E" w:rsidRPr="00F97DBD" w14:paraId="0589C73F" w14:textId="77777777" w:rsidTr="00A047E8">
        <w:trPr>
          <w:jc w:val="center"/>
        </w:trPr>
        <w:tc>
          <w:tcPr>
            <w:tcW w:w="1583" w:type="pct"/>
          </w:tcPr>
          <w:p w14:paraId="73F60B4E" w14:textId="77777777" w:rsidR="00214C3E" w:rsidRPr="00F97DBD" w:rsidRDefault="00214C3E" w:rsidP="00A047E8">
            <w:pPr>
              <w:pStyle w:val="Textbezslovn"/>
              <w:ind w:left="288"/>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17" w:type="pct"/>
          </w:tcPr>
          <w:p w14:paraId="411CB648" w14:textId="77777777" w:rsidR="00214C3E" w:rsidRPr="00F97DBD" w:rsidRDefault="00214C3E" w:rsidP="00A047E8">
            <w:pPr>
              <w:pStyle w:val="Textbezslovn"/>
              <w:ind w:left="0" w:right="-791"/>
            </w:pPr>
            <w:r w:rsidRPr="00F97DBD">
              <w:t>Harmonogram postupu prací</w:t>
            </w:r>
          </w:p>
        </w:tc>
      </w:tr>
      <w:bookmarkStart w:id="7" w:name="ListAnnex06"/>
      <w:tr w:rsidR="00214C3E" w:rsidRPr="00F97DBD" w14:paraId="51782BC6" w14:textId="77777777" w:rsidTr="00A047E8">
        <w:trPr>
          <w:jc w:val="center"/>
        </w:trPr>
        <w:tc>
          <w:tcPr>
            <w:tcW w:w="1583" w:type="pct"/>
          </w:tcPr>
          <w:p w14:paraId="11AD5C42" w14:textId="77777777" w:rsidR="00214C3E" w:rsidRPr="00F97DBD" w:rsidRDefault="00214C3E" w:rsidP="00A047E8">
            <w:pPr>
              <w:pStyle w:val="Textbezslovn"/>
              <w:ind w:left="288"/>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17" w:type="pct"/>
          </w:tcPr>
          <w:p w14:paraId="42B9156F" w14:textId="77777777" w:rsidR="00214C3E" w:rsidRPr="00F97DBD" w:rsidRDefault="00214C3E" w:rsidP="00A047E8">
            <w:pPr>
              <w:pStyle w:val="Textbezslovn"/>
              <w:ind w:left="0" w:right="-791"/>
            </w:pPr>
            <w:r w:rsidRPr="00F97DBD">
              <w:t>Oprávněné osoby</w:t>
            </w:r>
          </w:p>
        </w:tc>
      </w:tr>
      <w:bookmarkStart w:id="8" w:name="ListAnnex07"/>
      <w:tr w:rsidR="00214C3E" w:rsidRPr="00F97DBD" w14:paraId="490DB4F6" w14:textId="77777777" w:rsidTr="00A047E8">
        <w:trPr>
          <w:jc w:val="center"/>
        </w:trPr>
        <w:tc>
          <w:tcPr>
            <w:tcW w:w="1583" w:type="pct"/>
          </w:tcPr>
          <w:p w14:paraId="0A342CB7" w14:textId="77777777" w:rsidR="00214C3E" w:rsidRPr="00F97DBD" w:rsidRDefault="00214C3E" w:rsidP="00A047E8">
            <w:pPr>
              <w:pStyle w:val="Textbezslovn"/>
              <w:ind w:left="288"/>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17" w:type="pct"/>
          </w:tcPr>
          <w:p w14:paraId="0EA41D88" w14:textId="77777777" w:rsidR="00214C3E" w:rsidRPr="00F97DBD" w:rsidRDefault="00214C3E" w:rsidP="00A047E8">
            <w:pPr>
              <w:pStyle w:val="Textbezslovn"/>
              <w:ind w:left="0" w:right="-791"/>
            </w:pPr>
            <w:r w:rsidRPr="00F97DBD">
              <w:t>Seznam požadovaných pojištění</w:t>
            </w:r>
          </w:p>
        </w:tc>
      </w:tr>
      <w:tr w:rsidR="00214C3E" w:rsidRPr="00F97DBD" w14:paraId="17E05F78" w14:textId="77777777" w:rsidTr="00A047E8">
        <w:trPr>
          <w:jc w:val="center"/>
        </w:trPr>
        <w:tc>
          <w:tcPr>
            <w:tcW w:w="1583" w:type="pct"/>
          </w:tcPr>
          <w:p w14:paraId="2DE410F1" w14:textId="77777777" w:rsidR="00214C3E" w:rsidRPr="00F97DBD" w:rsidRDefault="00F06956" w:rsidP="00A047E8">
            <w:pPr>
              <w:pStyle w:val="Textbezslovn"/>
              <w:ind w:left="288"/>
            </w:pPr>
            <w:hyperlink w:anchor="Annex09" w:history="1">
              <w:r w:rsidR="00214C3E" w:rsidRPr="00F97DBD">
                <w:rPr>
                  <w:rStyle w:val="Hypertextovodkaz"/>
                  <w:rFonts w:cs="Calibri"/>
                  <w:color w:val="auto"/>
                </w:rPr>
                <w:t>Příloha č. 8</w:t>
              </w:r>
            </w:hyperlink>
            <w:r w:rsidR="00214C3E" w:rsidRPr="00F97DBD">
              <w:t>:</w:t>
            </w:r>
          </w:p>
        </w:tc>
        <w:tc>
          <w:tcPr>
            <w:tcW w:w="3417" w:type="pct"/>
          </w:tcPr>
          <w:p w14:paraId="216AC3A5" w14:textId="77777777" w:rsidR="00214C3E" w:rsidRPr="00F97DBD" w:rsidRDefault="00214C3E" w:rsidP="00A047E8">
            <w:pPr>
              <w:pStyle w:val="Textbezslovn"/>
              <w:ind w:left="0" w:right="-791"/>
            </w:pPr>
            <w:r w:rsidRPr="00F97DBD">
              <w:t xml:space="preserve">Seznam </w:t>
            </w:r>
            <w:r>
              <w:t>pod</w:t>
            </w:r>
            <w:r w:rsidRPr="00F97DBD">
              <w:t>dodavatelů</w:t>
            </w:r>
          </w:p>
        </w:tc>
      </w:tr>
      <w:tr w:rsidR="00625D0C" w:rsidRPr="00F97DBD" w14:paraId="11D042E4" w14:textId="77777777" w:rsidTr="00A047E8">
        <w:trPr>
          <w:jc w:val="center"/>
        </w:trPr>
        <w:tc>
          <w:tcPr>
            <w:tcW w:w="1583" w:type="pct"/>
          </w:tcPr>
          <w:p w14:paraId="15BB3FDC" w14:textId="77777777" w:rsidR="00625D0C" w:rsidRDefault="00625D0C" w:rsidP="00A047E8">
            <w:pPr>
              <w:pStyle w:val="Textbezslovn"/>
              <w:ind w:left="288"/>
            </w:pPr>
            <w:r w:rsidRPr="00214C3E">
              <w:rPr>
                <w:u w:val="single"/>
              </w:rPr>
              <w:t>Příloha č. 9</w:t>
            </w:r>
            <w:r>
              <w:t>:</w:t>
            </w:r>
          </w:p>
        </w:tc>
        <w:tc>
          <w:tcPr>
            <w:tcW w:w="3417" w:type="pct"/>
          </w:tcPr>
          <w:p w14:paraId="4B8D966A" w14:textId="77777777" w:rsidR="00625D0C" w:rsidRPr="00F97DBD" w:rsidRDefault="00625D0C" w:rsidP="00A047E8">
            <w:pPr>
              <w:pStyle w:val="Textbezslovn"/>
              <w:ind w:left="0" w:right="-791"/>
            </w:pPr>
            <w:r>
              <w:t>Zmocnění Vedoucího Zhotovitele</w:t>
            </w:r>
          </w:p>
        </w:tc>
      </w:tr>
      <w:tr w:rsidR="00625D0C" w:rsidRPr="00F97DBD" w14:paraId="182A9E88" w14:textId="77777777" w:rsidTr="00A047E8">
        <w:trPr>
          <w:jc w:val="center"/>
        </w:trPr>
        <w:tc>
          <w:tcPr>
            <w:tcW w:w="1583" w:type="pct"/>
          </w:tcPr>
          <w:p w14:paraId="7DA2EB42" w14:textId="77777777" w:rsidR="00625D0C" w:rsidRDefault="00625D0C" w:rsidP="00A047E8">
            <w:pPr>
              <w:pStyle w:val="Textbezslovn"/>
              <w:ind w:left="288"/>
            </w:pPr>
            <w:r w:rsidRPr="00A047E8">
              <w:rPr>
                <w:u w:val="single"/>
              </w:rPr>
              <w:t>Příloha č. 10</w:t>
            </w:r>
            <w:r w:rsidRPr="00625D0C">
              <w:t>:</w:t>
            </w:r>
          </w:p>
        </w:tc>
        <w:tc>
          <w:tcPr>
            <w:tcW w:w="3417" w:type="pct"/>
          </w:tcPr>
          <w:p w14:paraId="6E283949" w14:textId="77777777" w:rsidR="00625D0C" w:rsidRPr="00F97DBD" w:rsidRDefault="00625D0C" w:rsidP="00A047E8">
            <w:pPr>
              <w:pStyle w:val="Textbezslovn"/>
              <w:ind w:left="0" w:right="-791"/>
            </w:pPr>
            <w:r w:rsidRPr="00625D0C">
              <w:t>Osvědčení</w:t>
            </w:r>
          </w:p>
        </w:tc>
      </w:tr>
      <w:tr w:rsidR="009008A9" w:rsidRPr="00F97DBD" w14:paraId="569BB98D" w14:textId="77777777" w:rsidTr="00A047E8">
        <w:trPr>
          <w:jc w:val="center"/>
        </w:trPr>
        <w:tc>
          <w:tcPr>
            <w:tcW w:w="1583" w:type="pct"/>
          </w:tcPr>
          <w:p w14:paraId="472B20F1" w14:textId="77BA6A9B" w:rsidR="009008A9" w:rsidRPr="00625D0C" w:rsidRDefault="009008A9" w:rsidP="00A047E8">
            <w:pPr>
              <w:pStyle w:val="Textbezslovn"/>
              <w:ind w:left="288"/>
            </w:pPr>
            <w:r w:rsidRPr="00214C3E">
              <w:rPr>
                <w:u w:val="single"/>
              </w:rPr>
              <w:t>Příloha č</w:t>
            </w:r>
            <w:r>
              <w:rPr>
                <w:u w:val="single"/>
              </w:rPr>
              <w:t>. 11</w:t>
            </w:r>
            <w:r>
              <w:t>:</w:t>
            </w:r>
          </w:p>
        </w:tc>
        <w:tc>
          <w:tcPr>
            <w:tcW w:w="3417" w:type="pct"/>
          </w:tcPr>
          <w:p w14:paraId="5C9B8DCC" w14:textId="598FABB0" w:rsidR="009008A9" w:rsidRPr="00625D0C" w:rsidRDefault="009008A9" w:rsidP="00A047E8">
            <w:pPr>
              <w:pStyle w:val="Textbezslovn"/>
              <w:ind w:left="0" w:right="-791"/>
            </w:pPr>
            <w:r w:rsidRPr="00FD6C7B">
              <w:t>Závazný vzor evidence zapojení znevýhodněných osob</w:t>
            </w:r>
          </w:p>
        </w:tc>
      </w:tr>
      <w:tr w:rsidR="009008A9" w:rsidRPr="00F97DBD" w14:paraId="3CC160A9" w14:textId="77777777" w:rsidTr="00A047E8">
        <w:trPr>
          <w:jc w:val="center"/>
        </w:trPr>
        <w:tc>
          <w:tcPr>
            <w:tcW w:w="1583" w:type="pct"/>
          </w:tcPr>
          <w:p w14:paraId="4E418C5E" w14:textId="36EDBD9B" w:rsidR="009008A9" w:rsidRDefault="009008A9" w:rsidP="00A047E8">
            <w:pPr>
              <w:pStyle w:val="Textbezslovn"/>
              <w:ind w:left="288"/>
            </w:pPr>
            <w:r w:rsidRPr="00214C3E">
              <w:rPr>
                <w:u w:val="single"/>
              </w:rPr>
              <w:t>Příloha č</w:t>
            </w:r>
            <w:r>
              <w:rPr>
                <w:u w:val="single"/>
              </w:rPr>
              <w:t>. 12</w:t>
            </w:r>
            <w:r>
              <w:t>:</w:t>
            </w:r>
          </w:p>
        </w:tc>
        <w:tc>
          <w:tcPr>
            <w:tcW w:w="3417" w:type="pct"/>
          </w:tcPr>
          <w:p w14:paraId="43B2C877" w14:textId="05CD7AD4" w:rsidR="009008A9" w:rsidRDefault="009008A9" w:rsidP="00A047E8">
            <w:pPr>
              <w:pStyle w:val="Textbezslovn"/>
              <w:ind w:left="0" w:right="-791"/>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AAD439A" w14:textId="77777777" w:rsidR="00913CA9" w:rsidRPr="003234B9" w:rsidRDefault="00913CA9" w:rsidP="00913CA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3407319B" w14:textId="77777777" w:rsidR="00913CA9" w:rsidRDefault="00913CA9" w:rsidP="00913CA9">
      <w:pPr>
        <w:spacing w:after="120"/>
        <w:jc w:val="both"/>
      </w:pPr>
    </w:p>
    <w:p w14:paraId="1306C5CD" w14:textId="77777777" w:rsidR="00913CA9" w:rsidRDefault="00913CA9" w:rsidP="00913CA9">
      <w:pPr>
        <w:spacing w:after="120"/>
        <w:jc w:val="both"/>
      </w:pPr>
    </w:p>
    <w:p w14:paraId="05DF0FAF" w14:textId="77777777" w:rsidR="00913CA9" w:rsidRDefault="00913CA9" w:rsidP="00913CA9">
      <w:pPr>
        <w:spacing w:after="120"/>
        <w:jc w:val="both"/>
      </w:pPr>
    </w:p>
    <w:p w14:paraId="5969679E" w14:textId="77777777" w:rsidR="00913CA9" w:rsidRDefault="00913CA9" w:rsidP="00913CA9">
      <w:pPr>
        <w:spacing w:after="120"/>
        <w:jc w:val="both"/>
      </w:pPr>
    </w:p>
    <w:p w14:paraId="3BB8F755" w14:textId="77777777" w:rsidR="00913CA9" w:rsidRPr="003234B9" w:rsidRDefault="00913CA9" w:rsidP="00913CA9">
      <w:pPr>
        <w:spacing w:after="120"/>
        <w:jc w:val="both"/>
      </w:pPr>
    </w:p>
    <w:p w14:paraId="41F5570A" w14:textId="63BA3FBF" w:rsidR="00913CA9" w:rsidRPr="003234B9" w:rsidRDefault="00913CA9" w:rsidP="00913CA9">
      <w:pPr>
        <w:spacing w:after="120"/>
        <w:jc w:val="both"/>
      </w:pPr>
      <w:r w:rsidRPr="003234B9">
        <w:tab/>
      </w:r>
      <w:r w:rsidRPr="003234B9">
        <w:tab/>
      </w:r>
      <w:r>
        <w:tab/>
      </w:r>
    </w:p>
    <w:p w14:paraId="7C18E855" w14:textId="46346FD6" w:rsidR="00913CA9" w:rsidRDefault="00913CA9" w:rsidP="00913CA9">
      <w:pPr>
        <w:pStyle w:val="Textbezodsazen"/>
        <w:spacing w:after="0"/>
      </w:pPr>
      <w:r>
        <w:t xml:space="preserve">Ing. Libor </w:t>
      </w:r>
      <w:r w:rsidRPr="00F80A0C">
        <w:t>Tkáč</w:t>
      </w:r>
      <w:r w:rsidR="00A047E8" w:rsidRPr="00F80A0C">
        <w:t>, MBA</w:t>
      </w:r>
      <w:r>
        <w:tab/>
      </w:r>
      <w:r>
        <w:tab/>
      </w:r>
      <w:r>
        <w:tab/>
      </w:r>
      <w:r>
        <w:tab/>
      </w:r>
      <w:r>
        <w:tab/>
      </w:r>
      <w:r>
        <w:tab/>
        <w:t>…………………………………………</w:t>
      </w:r>
      <w:proofErr w:type="gramStart"/>
      <w:r>
        <w:t>…..</w:t>
      </w:r>
      <w:proofErr w:type="gramEnd"/>
    </w:p>
    <w:p w14:paraId="6295EC94" w14:textId="750F19D4" w:rsidR="00913CA9" w:rsidRPr="0062686A" w:rsidRDefault="00913CA9" w:rsidP="00913CA9">
      <w:pPr>
        <w:pStyle w:val="Textbezodsazen"/>
        <w:spacing w:after="0"/>
      </w:pPr>
      <w:r w:rsidRPr="0062686A">
        <w:t>ředitel Oblastního ředitelství Brno</w:t>
      </w:r>
      <w:r w:rsidRPr="0062686A">
        <w:tab/>
      </w:r>
      <w:r w:rsidRPr="0062686A">
        <w:tab/>
      </w:r>
      <w:r>
        <w:tab/>
      </w:r>
      <w:r>
        <w:tab/>
        <w:t>…………………………………………</w:t>
      </w:r>
      <w:proofErr w:type="gramStart"/>
      <w:r>
        <w:t>…..</w:t>
      </w:r>
      <w:proofErr w:type="gramEnd"/>
    </w:p>
    <w:p w14:paraId="5718C91D" w14:textId="5F6ADCAB" w:rsidR="00913CA9" w:rsidRDefault="00913CA9" w:rsidP="00F80A0C">
      <w:pPr>
        <w:spacing w:after="0"/>
        <w:ind w:right="-794"/>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r w:rsidRPr="003234B9">
        <w:tab/>
      </w:r>
      <w:r w:rsidRPr="003234B9">
        <w:tab/>
      </w:r>
      <w:r w:rsidRPr="003234B9">
        <w:tab/>
      </w:r>
    </w:p>
    <w:p w14:paraId="6CE84AB4" w14:textId="77777777" w:rsidR="00913CA9" w:rsidRDefault="00913CA9" w:rsidP="00913CA9">
      <w:pPr>
        <w:pStyle w:val="Textbezodsazen"/>
      </w:pP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390E3C38" w:rsidR="00E463D2" w:rsidRDefault="00E463D2" w:rsidP="00E463D2">
      <w:pPr>
        <w:pStyle w:val="Nadpisbezsl1-2"/>
      </w:pPr>
      <w:r w:rsidRPr="00F97DBD">
        <w:t xml:space="preserve">Technické podmínky: </w:t>
      </w:r>
    </w:p>
    <w:p w14:paraId="72291019" w14:textId="77777777" w:rsidR="00BD7DDA" w:rsidRPr="00F97DBD" w:rsidRDefault="00BD7DDA" w:rsidP="00E463D2">
      <w:pPr>
        <w:pStyle w:val="Nadpisbezsl1-2"/>
      </w:pP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386458F6"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CB59607" w14:textId="77777777" w:rsidR="00BD7DDA" w:rsidRPr="002E4134" w:rsidRDefault="00BD7DDA" w:rsidP="00A90618">
      <w:pPr>
        <w:pStyle w:val="Textbezslovn"/>
      </w:pPr>
    </w:p>
    <w:p w14:paraId="41473FD5" w14:textId="6C8D089D" w:rsidR="00E463D2" w:rsidRPr="00935FE2" w:rsidRDefault="00E463D2" w:rsidP="00E463D2">
      <w:pPr>
        <w:pStyle w:val="Odstavec1-1a"/>
      </w:pPr>
      <w:r w:rsidRPr="00F97DBD">
        <w:t>Zvláštní technické podmínky</w:t>
      </w:r>
      <w:r w:rsidR="00F80A0C">
        <w:t xml:space="preserve"> </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2213B2F7" w:rsidR="00E463D2" w:rsidRDefault="00E463D2" w:rsidP="00E463D2">
      <w:pPr>
        <w:pStyle w:val="Nadpisbezsl1-2"/>
      </w:pPr>
      <w:r w:rsidRPr="00F97DBD">
        <w:t>Související dokumenty</w:t>
      </w:r>
    </w:p>
    <w:p w14:paraId="537D8890" w14:textId="77777777" w:rsidR="00315F1A" w:rsidRPr="00C32A6A" w:rsidRDefault="00315F1A" w:rsidP="00315F1A">
      <w:pPr>
        <w:pStyle w:val="Odrka1-1"/>
      </w:pPr>
      <w:r w:rsidRPr="00FA21D6">
        <w:t>stavební povolení s nabytím pr</w:t>
      </w:r>
      <w:r>
        <w:t xml:space="preserve">ávní </w:t>
      </w:r>
      <w:proofErr w:type="spellStart"/>
      <w:r w:rsidRPr="00FA21D6">
        <w:t>moci_HB</w:t>
      </w:r>
      <w:proofErr w:type="spellEnd"/>
      <w:r w:rsidRPr="00FA21D6">
        <w:t xml:space="preserve"> ST MES</w:t>
      </w:r>
    </w:p>
    <w:p w14:paraId="11ECDBA0" w14:textId="77777777" w:rsidR="00315F1A" w:rsidRPr="00C32A6A" w:rsidRDefault="00315F1A" w:rsidP="00315F1A">
      <w:pPr>
        <w:pStyle w:val="Odrka1-1"/>
      </w:pPr>
      <w:r w:rsidRPr="00FA21D6">
        <w:t>HB ST MES schvalovací protokol_20358</w:t>
      </w:r>
    </w:p>
    <w:p w14:paraId="46B23E66" w14:textId="77777777" w:rsidR="00315F1A" w:rsidRPr="00C32A6A" w:rsidRDefault="00315F1A" w:rsidP="00315F1A">
      <w:pPr>
        <w:pStyle w:val="Odrka1-1"/>
      </w:pPr>
      <w:r w:rsidRPr="00FA21D6">
        <w:t xml:space="preserve">cedulka stavba </w:t>
      </w:r>
      <w:proofErr w:type="spellStart"/>
      <w:r w:rsidRPr="00FA21D6">
        <w:t>povolena_HB</w:t>
      </w:r>
      <w:proofErr w:type="spellEnd"/>
      <w:r w:rsidRPr="00FA21D6">
        <w:t xml:space="preserve"> ST MES</w:t>
      </w:r>
    </w:p>
    <w:p w14:paraId="6D6A352B" w14:textId="74639049" w:rsidR="006C0BB6" w:rsidRDefault="006C0BB6" w:rsidP="00315F1A">
      <w:pPr>
        <w:pStyle w:val="Odrka1-1"/>
        <w:numPr>
          <w:ilvl w:val="0"/>
          <w:numId w:val="0"/>
        </w:numPr>
        <w:ind w:left="1077" w:hanging="340"/>
        <w:rPr>
          <w:highlight w:val="green"/>
        </w:rPr>
      </w:pPr>
    </w:p>
    <w:p w14:paraId="2AA32C31" w14:textId="1F903425" w:rsidR="00315F1A" w:rsidRDefault="00315F1A" w:rsidP="00315F1A">
      <w:pPr>
        <w:pStyle w:val="Odrka1-1"/>
        <w:numPr>
          <w:ilvl w:val="0"/>
          <w:numId w:val="0"/>
        </w:numPr>
        <w:ind w:left="1077" w:hanging="340"/>
        <w:rPr>
          <w:highlight w:val="green"/>
        </w:rPr>
      </w:pPr>
    </w:p>
    <w:p w14:paraId="7205F50A" w14:textId="02FDB450" w:rsidR="00315F1A" w:rsidRDefault="00315F1A" w:rsidP="00315F1A">
      <w:pPr>
        <w:spacing w:after="120"/>
        <w:jc w:val="both"/>
      </w:pPr>
      <w:r w:rsidRPr="00DE7C65">
        <w:t xml:space="preserve">Zhotovitel obdržel </w:t>
      </w:r>
      <w:r w:rsidRPr="00F97DBD">
        <w:t>Související dokumenty</w:t>
      </w:r>
      <w:r>
        <w:t xml:space="preserve">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rsidRPr="00F97DBD">
        <w:t>Související dokumenty</w:t>
      </w:r>
      <w:r>
        <w:t xml:space="preserve"> </w:t>
      </w:r>
      <w:r w:rsidRPr="00DE7C65">
        <w:t>mu byl</w:t>
      </w:r>
      <w:r>
        <w:t>y</w:t>
      </w:r>
      <w:r w:rsidRPr="00DE7C65">
        <w:t xml:space="preserve"> v elektronické podobě předán</w:t>
      </w:r>
      <w:r>
        <w:t>y</w:t>
      </w:r>
      <w:r w:rsidRPr="00DE7C65">
        <w:t xml:space="preserve"> před podpisem této smlouvy nebo je má jinak k disp</w:t>
      </w:r>
      <w:r>
        <w:t xml:space="preserve">ozici, že s jejich </w:t>
      </w:r>
      <w:r w:rsidRPr="00DE7C65">
        <w:t>obsahem je seznámen, a že j</w:t>
      </w:r>
      <w:r>
        <w:t>ejich obsah je pro něj závazný.</w:t>
      </w:r>
    </w:p>
    <w:p w14:paraId="571A6408" w14:textId="77777777" w:rsidR="00315F1A" w:rsidRDefault="00315F1A" w:rsidP="00315F1A">
      <w:pPr>
        <w:pStyle w:val="Odrka1-1"/>
        <w:numPr>
          <w:ilvl w:val="0"/>
          <w:numId w:val="0"/>
        </w:numPr>
        <w:ind w:left="1077" w:hanging="340"/>
        <w:rPr>
          <w:highlight w:val="green"/>
        </w:rPr>
        <w:sectPr w:rsidR="00315F1A"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BD7DDA">
        <w:rPr>
          <w:highlight w:val="yellow"/>
        </w:rPr>
        <w:t>Do přílohy Smlouvy bude vložen Položkový soupis prací s výkazem výměr předložený v nabídce účastníka</w:t>
      </w:r>
      <w:r w:rsidR="00E463D2" w:rsidRPr="00BD7DDA">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D7DDA" w:rsidRPr="00FC2283" w14:paraId="6BDCB9EC" w14:textId="77777777" w:rsidTr="00BD7D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BD7DDA" w:rsidRPr="00FC2283" w:rsidRDefault="00BD7DDA" w:rsidP="00BD7DDA">
            <w:pPr>
              <w:pStyle w:val="Tabulka"/>
              <w:rPr>
                <w:rStyle w:val="Nadpisvtabulce"/>
              </w:rPr>
            </w:pPr>
            <w:r w:rsidRPr="00FC2283">
              <w:rPr>
                <w:rStyle w:val="Nadpisvtabulce"/>
              </w:rPr>
              <w:t>Jméno a příjmení</w:t>
            </w:r>
          </w:p>
        </w:tc>
        <w:tc>
          <w:tcPr>
            <w:tcW w:w="5812" w:type="dxa"/>
          </w:tcPr>
          <w:p w14:paraId="1269A811" w14:textId="1264C659" w:rsidR="00BD7DDA" w:rsidRPr="00FC2283" w:rsidRDefault="00BD7DDA" w:rsidP="00BD7D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Libor Tkáč, MBA</w:t>
            </w:r>
          </w:p>
        </w:tc>
      </w:tr>
      <w:tr w:rsidR="00BD7DDA" w:rsidRPr="00FC2283" w14:paraId="58ECA131"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BD7DDA" w:rsidRPr="00FC2283" w:rsidRDefault="00BD7DDA" w:rsidP="00BD7DDA">
            <w:pPr>
              <w:pStyle w:val="Tabulka"/>
              <w:rPr>
                <w:sz w:val="18"/>
              </w:rPr>
            </w:pPr>
            <w:r w:rsidRPr="00FC2283">
              <w:rPr>
                <w:sz w:val="18"/>
              </w:rPr>
              <w:t>Adresa</w:t>
            </w:r>
          </w:p>
        </w:tc>
        <w:tc>
          <w:tcPr>
            <w:tcW w:w="5812" w:type="dxa"/>
          </w:tcPr>
          <w:p w14:paraId="0006CEDB" w14:textId="3F19EEAB"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BD7DDA" w:rsidRPr="00FC2283" w14:paraId="3540980D"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BD7DDA" w:rsidRPr="00FC2283" w:rsidRDefault="00BD7DDA" w:rsidP="00BD7DDA">
            <w:pPr>
              <w:pStyle w:val="Tabulka"/>
              <w:rPr>
                <w:sz w:val="18"/>
              </w:rPr>
            </w:pPr>
            <w:r w:rsidRPr="00FC2283">
              <w:rPr>
                <w:sz w:val="18"/>
              </w:rPr>
              <w:t>E-mail</w:t>
            </w:r>
          </w:p>
        </w:tc>
        <w:tc>
          <w:tcPr>
            <w:tcW w:w="5812" w:type="dxa"/>
          </w:tcPr>
          <w:p w14:paraId="772E17AF" w14:textId="60E5E1A6"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ORBNOsek@spravazeleznic.cz</w:t>
            </w:r>
          </w:p>
        </w:tc>
      </w:tr>
      <w:tr w:rsidR="00BD7DDA" w:rsidRPr="00FC2283" w14:paraId="363DC6EB"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BD7DDA" w:rsidRPr="00FC2283" w:rsidRDefault="00BD7DDA" w:rsidP="00BD7DDA">
            <w:pPr>
              <w:pStyle w:val="Tabulka"/>
              <w:rPr>
                <w:sz w:val="18"/>
              </w:rPr>
            </w:pPr>
            <w:r w:rsidRPr="00FC2283">
              <w:rPr>
                <w:sz w:val="18"/>
              </w:rPr>
              <w:t>Telefon</w:t>
            </w:r>
          </w:p>
        </w:tc>
        <w:tc>
          <w:tcPr>
            <w:tcW w:w="5812" w:type="dxa"/>
          </w:tcPr>
          <w:p w14:paraId="0E5624AE" w14:textId="6E0E7ABD"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+420 972 621 009</w:t>
            </w:r>
          </w:p>
        </w:tc>
      </w:tr>
    </w:tbl>
    <w:p w14:paraId="7B04E6A1" w14:textId="77777777" w:rsidR="00ED29F1" w:rsidRPr="00FC2283" w:rsidRDefault="00ED29F1" w:rsidP="00ED29F1">
      <w:pPr>
        <w:pStyle w:val="Textbezodsazen"/>
      </w:pPr>
    </w:p>
    <w:p w14:paraId="0610B6B6"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20BA" w:rsidRPr="00FC2283" w14:paraId="0250468A"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8220BA" w:rsidRPr="00FC2283" w:rsidRDefault="008220BA" w:rsidP="008220BA">
            <w:pPr>
              <w:pStyle w:val="Tabulka"/>
              <w:rPr>
                <w:rStyle w:val="Nadpisvtabulce"/>
                <w:b w:val="0"/>
              </w:rPr>
            </w:pPr>
            <w:r w:rsidRPr="00FC2283">
              <w:rPr>
                <w:rStyle w:val="Nadpisvtabulce"/>
                <w:b w:val="0"/>
              </w:rPr>
              <w:t>Jméno a příjmení</w:t>
            </w:r>
          </w:p>
        </w:tc>
        <w:tc>
          <w:tcPr>
            <w:tcW w:w="5812" w:type="dxa"/>
          </w:tcPr>
          <w:p w14:paraId="57D8E0B4" w14:textId="575AD19B" w:rsidR="008220BA" w:rsidRPr="00FC2283" w:rsidRDefault="008220BA" w:rsidP="008220B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Martin Glabasňa</w:t>
            </w:r>
          </w:p>
        </w:tc>
      </w:tr>
      <w:tr w:rsidR="008220BA" w:rsidRPr="00FC2283" w14:paraId="21D1D4E0"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8220BA" w:rsidRPr="00FC2283" w:rsidRDefault="008220BA" w:rsidP="008220BA">
            <w:pPr>
              <w:pStyle w:val="Tabulka"/>
              <w:rPr>
                <w:sz w:val="18"/>
              </w:rPr>
            </w:pPr>
            <w:r w:rsidRPr="00FC2283">
              <w:rPr>
                <w:sz w:val="18"/>
              </w:rPr>
              <w:t>Adresa</w:t>
            </w:r>
          </w:p>
        </w:tc>
        <w:tc>
          <w:tcPr>
            <w:tcW w:w="5812" w:type="dxa"/>
          </w:tcPr>
          <w:p w14:paraId="19CEE15D" w14:textId="52280BF0"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8220BA" w:rsidRPr="00FC2283" w14:paraId="1D7429D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8220BA" w:rsidRPr="00FC2283" w:rsidRDefault="008220BA" w:rsidP="008220BA">
            <w:pPr>
              <w:pStyle w:val="Tabulka"/>
              <w:rPr>
                <w:sz w:val="18"/>
              </w:rPr>
            </w:pPr>
            <w:r w:rsidRPr="00FC2283">
              <w:rPr>
                <w:sz w:val="18"/>
              </w:rPr>
              <w:t>E-mail</w:t>
            </w:r>
          </w:p>
        </w:tc>
        <w:tc>
          <w:tcPr>
            <w:tcW w:w="5812" w:type="dxa"/>
          </w:tcPr>
          <w:p w14:paraId="4AC60ADE" w14:textId="655ECDDA"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glabasna@spravazeleznic.cz</w:t>
            </w:r>
          </w:p>
        </w:tc>
      </w:tr>
      <w:tr w:rsidR="008220BA" w:rsidRPr="00FC2283" w14:paraId="77402052"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8220BA" w:rsidRPr="00FC2283" w:rsidRDefault="008220BA" w:rsidP="008220BA">
            <w:pPr>
              <w:pStyle w:val="Tabulka"/>
              <w:rPr>
                <w:sz w:val="18"/>
              </w:rPr>
            </w:pPr>
            <w:r w:rsidRPr="00FC2283">
              <w:rPr>
                <w:sz w:val="18"/>
              </w:rPr>
              <w:t>Telefon</w:t>
            </w:r>
          </w:p>
        </w:tc>
        <w:tc>
          <w:tcPr>
            <w:tcW w:w="5812" w:type="dxa"/>
          </w:tcPr>
          <w:p w14:paraId="352B81F6" w14:textId="010C11F8"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+420 724 862 835</w:t>
            </w:r>
          </w:p>
        </w:tc>
      </w:tr>
    </w:tbl>
    <w:p w14:paraId="7224D649" w14:textId="77777777" w:rsidR="00ED29F1" w:rsidRPr="00FC2283" w:rsidRDefault="00ED29F1" w:rsidP="00ED29F1">
      <w:pPr>
        <w:pStyle w:val="Textbezodsazen"/>
      </w:pPr>
    </w:p>
    <w:p w14:paraId="0A3D9480"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220BA" w:rsidRPr="00FC2283" w14:paraId="544DF023"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8220BA" w:rsidRPr="00FC2283" w:rsidRDefault="008220BA" w:rsidP="008220BA">
            <w:pPr>
              <w:pStyle w:val="Tabulka"/>
              <w:rPr>
                <w:rStyle w:val="Nadpisvtabulce"/>
                <w:b w:val="0"/>
              </w:rPr>
            </w:pPr>
            <w:r w:rsidRPr="00FC2283">
              <w:rPr>
                <w:rStyle w:val="Nadpisvtabulce"/>
                <w:b w:val="0"/>
              </w:rPr>
              <w:t>Jméno a příjmení</w:t>
            </w:r>
          </w:p>
        </w:tc>
        <w:tc>
          <w:tcPr>
            <w:tcW w:w="5812" w:type="dxa"/>
          </w:tcPr>
          <w:p w14:paraId="056D1A1E" w14:textId="75046497" w:rsidR="008220BA" w:rsidRPr="00FC2283" w:rsidRDefault="008220BA" w:rsidP="008220BA">
            <w:pPr>
              <w:pStyle w:val="Tabulka"/>
              <w:cnfStyle w:val="100000000000" w:firstRow="1" w:lastRow="0" w:firstColumn="0" w:lastColumn="0" w:oddVBand="0" w:evenVBand="0" w:oddHBand="0" w:evenHBand="0" w:firstRowFirstColumn="0" w:firstRowLastColumn="0" w:lastRowFirstColumn="0" w:lastRowLastColumn="0"/>
              <w:rPr>
                <w:color w:val="000000"/>
                <w:sz w:val="18"/>
              </w:rPr>
            </w:pPr>
            <w:r w:rsidRPr="00FC2283">
              <w:rPr>
                <w:color w:val="000000"/>
                <w:sz w:val="18"/>
              </w:rPr>
              <w:t>Radek Toman</w:t>
            </w:r>
          </w:p>
        </w:tc>
      </w:tr>
      <w:tr w:rsidR="008220BA" w:rsidRPr="00FC2283" w14:paraId="7DF3F528"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8220BA" w:rsidRPr="00FC2283" w:rsidRDefault="008220BA" w:rsidP="008220BA">
            <w:pPr>
              <w:pStyle w:val="Tabulka"/>
              <w:rPr>
                <w:sz w:val="18"/>
              </w:rPr>
            </w:pPr>
            <w:r w:rsidRPr="00FC2283">
              <w:rPr>
                <w:sz w:val="18"/>
              </w:rPr>
              <w:t>Adresa</w:t>
            </w:r>
          </w:p>
        </w:tc>
        <w:tc>
          <w:tcPr>
            <w:tcW w:w="5812" w:type="dxa"/>
          </w:tcPr>
          <w:p w14:paraId="33540088" w14:textId="4493E6E5"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688/26</w:t>
            </w:r>
          </w:p>
        </w:tc>
      </w:tr>
      <w:tr w:rsidR="008220BA" w:rsidRPr="00FC2283" w14:paraId="1D8BB449"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8220BA" w:rsidRPr="00FC2283" w:rsidRDefault="008220BA" w:rsidP="008220BA">
            <w:pPr>
              <w:pStyle w:val="Tabulka"/>
              <w:rPr>
                <w:sz w:val="18"/>
              </w:rPr>
            </w:pPr>
            <w:r w:rsidRPr="00FC2283">
              <w:rPr>
                <w:sz w:val="18"/>
              </w:rPr>
              <w:t>E-mail</w:t>
            </w:r>
          </w:p>
        </w:tc>
        <w:tc>
          <w:tcPr>
            <w:tcW w:w="5812" w:type="dxa"/>
          </w:tcPr>
          <w:p w14:paraId="3201DE0C" w14:textId="790DCAB6"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TomanRa@spravazeleznic.cz</w:t>
            </w:r>
          </w:p>
        </w:tc>
      </w:tr>
      <w:tr w:rsidR="008220BA" w:rsidRPr="00FC2283" w14:paraId="193C06C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8220BA" w:rsidRPr="00FC2283" w:rsidRDefault="008220BA" w:rsidP="008220BA">
            <w:pPr>
              <w:pStyle w:val="Tabulka"/>
              <w:rPr>
                <w:sz w:val="18"/>
              </w:rPr>
            </w:pPr>
            <w:r w:rsidRPr="00FC2283">
              <w:rPr>
                <w:sz w:val="18"/>
              </w:rPr>
              <w:t>Telefon</w:t>
            </w:r>
          </w:p>
        </w:tc>
        <w:tc>
          <w:tcPr>
            <w:tcW w:w="5812" w:type="dxa"/>
          </w:tcPr>
          <w:p w14:paraId="6211D614" w14:textId="21269B0F"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+420 722 979 754</w:t>
            </w:r>
          </w:p>
        </w:tc>
      </w:tr>
    </w:tbl>
    <w:p w14:paraId="2EDBE14C" w14:textId="000E8FEF" w:rsidR="00ED29F1" w:rsidRPr="00FC2283" w:rsidRDefault="00ED29F1"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666B3F" w:rsidRPr="00FC2283" w14:paraId="7FAA5929"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2CBFB0"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5C2725E" w14:textId="1A59EDB0" w:rsidR="00666B3F" w:rsidRPr="00FC2283" w:rsidRDefault="00FC2283" w:rsidP="00FC2283">
            <w:pPr>
              <w:pStyle w:val="Tabulka"/>
              <w:cnfStyle w:val="100000000000" w:firstRow="1" w:lastRow="0" w:firstColumn="0" w:lastColumn="0" w:oddVBand="0" w:evenVBand="0" w:oddHBand="0" w:evenHBand="0" w:firstRowFirstColumn="0" w:firstRowLastColumn="0" w:lastRowFirstColumn="0" w:lastRowLastColumn="0"/>
              <w:rPr>
                <w:color w:val="000000"/>
                <w:sz w:val="18"/>
              </w:rPr>
            </w:pPr>
            <w:r w:rsidRPr="00FC2283">
              <w:rPr>
                <w:color w:val="000000"/>
                <w:sz w:val="18"/>
              </w:rPr>
              <w:t xml:space="preserve">Ing. arch. Tomáš Neugebauer </w:t>
            </w:r>
          </w:p>
        </w:tc>
      </w:tr>
      <w:tr w:rsidR="00666B3F" w:rsidRPr="00FC2283" w14:paraId="4E11132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52B7201" w14:textId="77777777" w:rsidR="00666B3F" w:rsidRPr="00FC2283" w:rsidRDefault="00666B3F" w:rsidP="008213DA">
            <w:pPr>
              <w:pStyle w:val="Tabulka"/>
              <w:rPr>
                <w:sz w:val="18"/>
              </w:rPr>
            </w:pPr>
            <w:r w:rsidRPr="00FC2283">
              <w:rPr>
                <w:sz w:val="18"/>
              </w:rPr>
              <w:t>Adresa</w:t>
            </w:r>
          </w:p>
        </w:tc>
        <w:tc>
          <w:tcPr>
            <w:tcW w:w="5812" w:type="dxa"/>
          </w:tcPr>
          <w:p w14:paraId="2EC170CC"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688/26</w:t>
            </w:r>
          </w:p>
        </w:tc>
      </w:tr>
      <w:tr w:rsidR="00666B3F" w:rsidRPr="00FC2283" w14:paraId="25C0F7A0"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019BA16" w14:textId="77777777" w:rsidR="00666B3F" w:rsidRPr="00FC2283" w:rsidRDefault="00666B3F" w:rsidP="008213DA">
            <w:pPr>
              <w:pStyle w:val="Tabulka"/>
              <w:rPr>
                <w:sz w:val="18"/>
              </w:rPr>
            </w:pPr>
            <w:r w:rsidRPr="00FC2283">
              <w:rPr>
                <w:sz w:val="18"/>
              </w:rPr>
              <w:t>E-mail</w:t>
            </w:r>
          </w:p>
        </w:tc>
        <w:tc>
          <w:tcPr>
            <w:tcW w:w="5812" w:type="dxa"/>
          </w:tcPr>
          <w:p w14:paraId="76048075" w14:textId="3498092C" w:rsidR="00666B3F" w:rsidRPr="00FC2283" w:rsidRDefault="00FC2283"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Neugebauer@spravazeleznic.cz</w:t>
            </w:r>
          </w:p>
        </w:tc>
      </w:tr>
      <w:tr w:rsidR="00666B3F" w:rsidRPr="00FC2283" w14:paraId="6F4D12E5"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6E8849F" w14:textId="77777777" w:rsidR="00666B3F" w:rsidRPr="00FC2283" w:rsidRDefault="00666B3F" w:rsidP="008213DA">
            <w:pPr>
              <w:pStyle w:val="Tabulka"/>
              <w:rPr>
                <w:sz w:val="18"/>
              </w:rPr>
            </w:pPr>
            <w:r w:rsidRPr="00FC2283">
              <w:rPr>
                <w:sz w:val="18"/>
              </w:rPr>
              <w:t>Telefon</w:t>
            </w:r>
          </w:p>
        </w:tc>
        <w:tc>
          <w:tcPr>
            <w:tcW w:w="5812" w:type="dxa"/>
          </w:tcPr>
          <w:p w14:paraId="5134BD40" w14:textId="181F6DB0" w:rsidR="00666B3F" w:rsidRPr="00FC2283" w:rsidRDefault="00FC2283"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+420 724 205 773</w:t>
            </w:r>
          </w:p>
        </w:tc>
      </w:tr>
    </w:tbl>
    <w:p w14:paraId="49B46817" w14:textId="670EC89D" w:rsidR="00666B3F" w:rsidRPr="00FC2283" w:rsidRDefault="00666B3F"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4E3DBE" w:rsidRPr="00FC2283" w14:paraId="3CB7C64B" w14:textId="77777777" w:rsidTr="00D72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2E2F3" w14:textId="77777777" w:rsidR="004E3DBE" w:rsidRPr="00FC2283" w:rsidRDefault="004E3DBE" w:rsidP="00D72EED">
            <w:pPr>
              <w:pStyle w:val="Tabulka"/>
              <w:rPr>
                <w:rStyle w:val="Nadpisvtabulce"/>
                <w:b w:val="0"/>
              </w:rPr>
            </w:pPr>
            <w:r w:rsidRPr="00FC2283">
              <w:rPr>
                <w:rStyle w:val="Nadpisvtabulce"/>
                <w:b w:val="0"/>
              </w:rPr>
              <w:t>Jméno a příjmení</w:t>
            </w:r>
          </w:p>
        </w:tc>
        <w:tc>
          <w:tcPr>
            <w:tcW w:w="5812" w:type="dxa"/>
          </w:tcPr>
          <w:p w14:paraId="71394277" w14:textId="7F354072" w:rsidR="004E3DBE" w:rsidRPr="00FC2283" w:rsidRDefault="004E3DBE" w:rsidP="005668E1">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color w:val="000000"/>
                <w:sz w:val="18"/>
              </w:rPr>
              <w:t xml:space="preserve">Josef </w:t>
            </w:r>
            <w:proofErr w:type="spellStart"/>
            <w:r w:rsidRPr="00FC2283">
              <w:rPr>
                <w:color w:val="000000"/>
                <w:sz w:val="18"/>
              </w:rPr>
              <w:t>Luk</w:t>
            </w:r>
            <w:r w:rsidR="005668E1" w:rsidRPr="00FC2283">
              <w:rPr>
                <w:color w:val="000000"/>
                <w:sz w:val="18"/>
              </w:rPr>
              <w:t>u</w:t>
            </w:r>
            <w:r w:rsidRPr="00FC2283">
              <w:rPr>
                <w:color w:val="000000"/>
                <w:sz w:val="18"/>
              </w:rPr>
              <w:t>vka</w:t>
            </w:r>
            <w:proofErr w:type="spellEnd"/>
          </w:p>
        </w:tc>
      </w:tr>
      <w:tr w:rsidR="005668E1" w:rsidRPr="00FC2283" w14:paraId="283831EC"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713EF6D9" w14:textId="77777777" w:rsidR="005668E1" w:rsidRPr="00FC2283" w:rsidRDefault="005668E1" w:rsidP="005668E1">
            <w:pPr>
              <w:pStyle w:val="Tabulka"/>
              <w:rPr>
                <w:sz w:val="18"/>
              </w:rPr>
            </w:pPr>
            <w:r w:rsidRPr="00FC2283">
              <w:rPr>
                <w:sz w:val="18"/>
              </w:rPr>
              <w:t>Adresa</w:t>
            </w:r>
          </w:p>
        </w:tc>
        <w:tc>
          <w:tcPr>
            <w:tcW w:w="5812" w:type="dxa"/>
          </w:tcPr>
          <w:p w14:paraId="1790C73D" w14:textId="23896CBD" w:rsidR="005668E1" w:rsidRPr="00FC2283"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688/26</w:t>
            </w:r>
          </w:p>
        </w:tc>
      </w:tr>
      <w:tr w:rsidR="005668E1" w:rsidRPr="00FC2283" w14:paraId="4B7E2A26"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0EDFFE82" w14:textId="77777777" w:rsidR="005668E1" w:rsidRPr="00FC2283" w:rsidRDefault="005668E1" w:rsidP="005668E1">
            <w:pPr>
              <w:pStyle w:val="Tabulka"/>
              <w:rPr>
                <w:sz w:val="18"/>
              </w:rPr>
            </w:pPr>
            <w:r w:rsidRPr="00FC2283">
              <w:rPr>
                <w:sz w:val="18"/>
              </w:rPr>
              <w:t>E-mail</w:t>
            </w:r>
          </w:p>
        </w:tc>
        <w:tc>
          <w:tcPr>
            <w:tcW w:w="5812" w:type="dxa"/>
          </w:tcPr>
          <w:p w14:paraId="4233778D" w14:textId="1F2786A5" w:rsidR="005668E1" w:rsidRPr="00FC2283"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Lukuvka@spravazeleznic.cz</w:t>
            </w:r>
          </w:p>
        </w:tc>
      </w:tr>
      <w:tr w:rsidR="005668E1" w:rsidRPr="00FC2283" w14:paraId="2CAAF9AD"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4223CA0C" w14:textId="77777777" w:rsidR="005668E1" w:rsidRPr="00FC2283" w:rsidRDefault="005668E1" w:rsidP="005668E1">
            <w:pPr>
              <w:pStyle w:val="Tabulka"/>
              <w:rPr>
                <w:sz w:val="18"/>
              </w:rPr>
            </w:pPr>
            <w:r w:rsidRPr="00FC2283">
              <w:rPr>
                <w:sz w:val="18"/>
              </w:rPr>
              <w:t>Telefon</w:t>
            </w:r>
          </w:p>
        </w:tc>
        <w:tc>
          <w:tcPr>
            <w:tcW w:w="5812" w:type="dxa"/>
          </w:tcPr>
          <w:p w14:paraId="720B0AD1" w14:textId="3253290F" w:rsidR="005668E1" w:rsidRPr="00FC2283"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+420 725 122 770</w:t>
            </w:r>
          </w:p>
        </w:tc>
      </w:tr>
    </w:tbl>
    <w:p w14:paraId="20C23BA7" w14:textId="77777777" w:rsidR="00ED29F1" w:rsidRPr="00FC2283" w:rsidRDefault="00ED29F1" w:rsidP="00666B3F">
      <w:pPr>
        <w:pStyle w:val="Textbezodsazen"/>
        <w:spacing w:after="0"/>
      </w:pPr>
    </w:p>
    <w:p w14:paraId="0B9CFAC1" w14:textId="77777777" w:rsidR="00666B3F" w:rsidRPr="00FC2283" w:rsidRDefault="00666B3F" w:rsidP="00666B3F">
      <w:pPr>
        <w:pStyle w:val="Nadpistabulky"/>
        <w:rPr>
          <w:rFonts w:asciiTheme="minorHAnsi" w:hAnsiTheme="minorHAnsi"/>
          <w:sz w:val="18"/>
          <w:szCs w:val="18"/>
        </w:rPr>
      </w:pPr>
      <w:r w:rsidRPr="00FC2283">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66B3F" w:rsidRPr="00FC2283" w14:paraId="24A8E716"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C83A6"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263405C" w14:textId="77777777" w:rsidR="00666B3F" w:rsidRPr="00FC2283"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Pavel Bělehrad</w:t>
            </w:r>
          </w:p>
        </w:tc>
      </w:tr>
      <w:tr w:rsidR="00666B3F" w:rsidRPr="00FC2283" w14:paraId="1B72FE41"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EB5EC6A" w14:textId="77777777" w:rsidR="00666B3F" w:rsidRPr="00FC2283" w:rsidRDefault="00666B3F" w:rsidP="008213DA">
            <w:pPr>
              <w:pStyle w:val="Tabulka"/>
              <w:rPr>
                <w:sz w:val="18"/>
              </w:rPr>
            </w:pPr>
            <w:r w:rsidRPr="00FC2283">
              <w:rPr>
                <w:sz w:val="18"/>
              </w:rPr>
              <w:t>Adresa</w:t>
            </w:r>
          </w:p>
        </w:tc>
        <w:tc>
          <w:tcPr>
            <w:tcW w:w="5812" w:type="dxa"/>
          </w:tcPr>
          <w:p w14:paraId="243B8BE8"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Správa železnic, státní organizace, Lazaretní 610/11, Brno</w:t>
            </w:r>
          </w:p>
        </w:tc>
      </w:tr>
      <w:tr w:rsidR="00666B3F" w:rsidRPr="00FC2283" w14:paraId="73E8F1AA"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590B538" w14:textId="77777777" w:rsidR="00666B3F" w:rsidRPr="00FC2283" w:rsidRDefault="00666B3F" w:rsidP="008213DA">
            <w:pPr>
              <w:pStyle w:val="Tabulka"/>
              <w:rPr>
                <w:sz w:val="18"/>
              </w:rPr>
            </w:pPr>
            <w:r w:rsidRPr="00FC2283">
              <w:rPr>
                <w:sz w:val="18"/>
              </w:rPr>
              <w:t>E-mail</w:t>
            </w:r>
          </w:p>
        </w:tc>
        <w:tc>
          <w:tcPr>
            <w:tcW w:w="5812" w:type="dxa"/>
          </w:tcPr>
          <w:p w14:paraId="3B84E243"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Belehrad@spravazeleznic.cz</w:t>
            </w:r>
          </w:p>
        </w:tc>
      </w:tr>
      <w:tr w:rsidR="00666B3F" w:rsidRPr="00FC2283" w14:paraId="2172B082"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A8BF1FB" w14:textId="77777777" w:rsidR="00666B3F" w:rsidRPr="00FC2283" w:rsidRDefault="00666B3F" w:rsidP="008213DA">
            <w:pPr>
              <w:pStyle w:val="Tabulka"/>
              <w:rPr>
                <w:sz w:val="18"/>
              </w:rPr>
            </w:pPr>
            <w:r w:rsidRPr="00FC2283">
              <w:rPr>
                <w:sz w:val="18"/>
              </w:rPr>
              <w:t>Telefon</w:t>
            </w:r>
          </w:p>
        </w:tc>
        <w:tc>
          <w:tcPr>
            <w:tcW w:w="5812" w:type="dxa"/>
          </w:tcPr>
          <w:p w14:paraId="75CF0152"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+420 972 625 479</w:t>
            </w:r>
          </w:p>
        </w:tc>
      </w:tr>
    </w:tbl>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666B3F">
      <w:pPr>
        <w:pStyle w:val="Textbezodsazen"/>
        <w:spacing w:after="0"/>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666B3F">
      <w:pPr>
        <w:pStyle w:val="Textbezodsazen"/>
        <w:spacing w:after="0"/>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666B3F">
      <w:pPr>
        <w:pStyle w:val="Textbezodsazen"/>
        <w:spacing w:after="0"/>
      </w:pPr>
    </w:p>
    <w:p w14:paraId="5DB6F5E3" w14:textId="77777777" w:rsidR="00666B3F" w:rsidRPr="00F95FBD" w:rsidRDefault="00666B3F" w:rsidP="00666B3F">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66B3F" w:rsidRPr="00F95FBD" w14:paraId="44A56911"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03F961" w14:textId="77777777" w:rsidR="00666B3F" w:rsidRPr="00F95FBD" w:rsidRDefault="00666B3F" w:rsidP="008213DA">
            <w:pPr>
              <w:pStyle w:val="Tabulka"/>
              <w:keepNext/>
              <w:rPr>
                <w:rStyle w:val="Nadpisvtabulce"/>
              </w:rPr>
            </w:pPr>
            <w:r w:rsidRPr="00F95FBD">
              <w:rPr>
                <w:rStyle w:val="Nadpisvtabulce"/>
              </w:rPr>
              <w:t>Jméno a příjmení</w:t>
            </w:r>
          </w:p>
        </w:tc>
        <w:tc>
          <w:tcPr>
            <w:tcW w:w="5812" w:type="dxa"/>
          </w:tcPr>
          <w:p w14:paraId="6682D800" w14:textId="77777777" w:rsidR="00666B3F" w:rsidRPr="002C7A28" w:rsidRDefault="00666B3F" w:rsidP="008213DA">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5BF5EBA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18BC8EB0" w14:textId="77777777" w:rsidR="00666B3F" w:rsidRPr="00F95FBD" w:rsidRDefault="00666B3F" w:rsidP="008213DA">
            <w:pPr>
              <w:pStyle w:val="Tabulka"/>
              <w:keepNext/>
              <w:rPr>
                <w:sz w:val="18"/>
              </w:rPr>
            </w:pPr>
            <w:r w:rsidRPr="00F95FBD">
              <w:rPr>
                <w:sz w:val="18"/>
              </w:rPr>
              <w:t>Adresa</w:t>
            </w:r>
          </w:p>
        </w:tc>
        <w:tc>
          <w:tcPr>
            <w:tcW w:w="5812" w:type="dxa"/>
          </w:tcPr>
          <w:p w14:paraId="14BAC3CA" w14:textId="77777777" w:rsidR="00666B3F" w:rsidRPr="00F95FBD" w:rsidRDefault="00666B3F" w:rsidP="008213D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164A6620"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45E6C9E" w14:textId="77777777" w:rsidR="00666B3F" w:rsidRPr="00F95FBD" w:rsidRDefault="00666B3F" w:rsidP="008213DA">
            <w:pPr>
              <w:pStyle w:val="Tabulka"/>
              <w:keepNext/>
              <w:rPr>
                <w:sz w:val="18"/>
              </w:rPr>
            </w:pPr>
            <w:r w:rsidRPr="00F95FBD">
              <w:rPr>
                <w:sz w:val="18"/>
              </w:rPr>
              <w:t>E-mail</w:t>
            </w:r>
          </w:p>
        </w:tc>
        <w:tc>
          <w:tcPr>
            <w:tcW w:w="5812" w:type="dxa"/>
          </w:tcPr>
          <w:p w14:paraId="3579A20C" w14:textId="77777777" w:rsidR="00666B3F" w:rsidRPr="00F95FBD" w:rsidRDefault="00666B3F" w:rsidP="008213D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0C158E09"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3F3CA334" w14:textId="77777777" w:rsidR="00666B3F" w:rsidRPr="00F95FBD" w:rsidRDefault="00666B3F" w:rsidP="008213DA">
            <w:pPr>
              <w:pStyle w:val="Tabulka"/>
              <w:rPr>
                <w:sz w:val="18"/>
              </w:rPr>
            </w:pPr>
            <w:r w:rsidRPr="00F95FBD">
              <w:rPr>
                <w:sz w:val="18"/>
              </w:rPr>
              <w:t>Telefon</w:t>
            </w:r>
          </w:p>
        </w:tc>
        <w:tc>
          <w:tcPr>
            <w:tcW w:w="5812" w:type="dxa"/>
          </w:tcPr>
          <w:p w14:paraId="144DE9F8"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F6B8ED" w14:textId="77777777" w:rsidR="00666B3F" w:rsidRPr="00F95FBD" w:rsidRDefault="00666B3F" w:rsidP="00666B3F">
      <w:pPr>
        <w:pStyle w:val="Textbezodsazen"/>
        <w:spacing w:after="0"/>
      </w:pPr>
    </w:p>
    <w:p w14:paraId="40F0A440" w14:textId="77777777" w:rsidR="00666B3F" w:rsidRPr="00F95FBD" w:rsidRDefault="00666B3F" w:rsidP="00666B3F">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666B3F" w:rsidRPr="00F95FBD" w14:paraId="6F830ADA"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CC779"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66CD5D59"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500A290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11444023" w14:textId="77777777" w:rsidR="00666B3F" w:rsidRPr="00F95FBD" w:rsidRDefault="00666B3F" w:rsidP="008213DA">
            <w:pPr>
              <w:pStyle w:val="Tabulka"/>
              <w:rPr>
                <w:sz w:val="18"/>
              </w:rPr>
            </w:pPr>
            <w:r w:rsidRPr="00F95FBD">
              <w:rPr>
                <w:sz w:val="18"/>
              </w:rPr>
              <w:t>Adresa</w:t>
            </w:r>
          </w:p>
        </w:tc>
        <w:tc>
          <w:tcPr>
            <w:tcW w:w="5812" w:type="dxa"/>
          </w:tcPr>
          <w:p w14:paraId="025D4AC5"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05C2690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30D5CE7D" w14:textId="77777777" w:rsidR="00666B3F" w:rsidRPr="00F95FBD" w:rsidRDefault="00666B3F" w:rsidP="008213DA">
            <w:pPr>
              <w:pStyle w:val="Tabulka"/>
              <w:rPr>
                <w:sz w:val="18"/>
              </w:rPr>
            </w:pPr>
            <w:r w:rsidRPr="00F95FBD">
              <w:rPr>
                <w:sz w:val="18"/>
              </w:rPr>
              <w:t>E-mail</w:t>
            </w:r>
          </w:p>
        </w:tc>
        <w:tc>
          <w:tcPr>
            <w:tcW w:w="5812" w:type="dxa"/>
          </w:tcPr>
          <w:p w14:paraId="155F5812"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5E8A3F7C"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E441E1E" w14:textId="77777777" w:rsidR="00666B3F" w:rsidRPr="00F95FBD" w:rsidRDefault="00666B3F" w:rsidP="008213DA">
            <w:pPr>
              <w:pStyle w:val="Tabulka"/>
              <w:rPr>
                <w:sz w:val="18"/>
              </w:rPr>
            </w:pPr>
            <w:r w:rsidRPr="00F95FBD">
              <w:rPr>
                <w:sz w:val="18"/>
              </w:rPr>
              <w:t>Telefon</w:t>
            </w:r>
          </w:p>
        </w:tc>
        <w:tc>
          <w:tcPr>
            <w:tcW w:w="5812" w:type="dxa"/>
          </w:tcPr>
          <w:p w14:paraId="66441FF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859F4" w14:textId="77777777" w:rsidR="00666B3F" w:rsidRPr="00F95FBD" w:rsidRDefault="00666B3F" w:rsidP="00666B3F">
      <w:pPr>
        <w:pStyle w:val="Textbezodsazen"/>
        <w:spacing w:after="0"/>
      </w:pPr>
    </w:p>
    <w:p w14:paraId="5D2FCD6A" w14:textId="77777777" w:rsidR="00666B3F" w:rsidRPr="00F95FBD" w:rsidRDefault="00666B3F" w:rsidP="00666B3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66B3F" w:rsidRPr="00F95FBD" w14:paraId="5FCDC09B"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E84B61"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23A082FC"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45718AF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362E9F3" w14:textId="77777777" w:rsidR="00666B3F" w:rsidRPr="00F95FBD" w:rsidRDefault="00666B3F" w:rsidP="008213DA">
            <w:pPr>
              <w:pStyle w:val="Tabulka"/>
              <w:rPr>
                <w:sz w:val="18"/>
              </w:rPr>
            </w:pPr>
            <w:r w:rsidRPr="00F95FBD">
              <w:rPr>
                <w:sz w:val="18"/>
              </w:rPr>
              <w:t>Adresa</w:t>
            </w:r>
          </w:p>
        </w:tc>
        <w:tc>
          <w:tcPr>
            <w:tcW w:w="5812" w:type="dxa"/>
          </w:tcPr>
          <w:p w14:paraId="34B601D8"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B04A229"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FED1B38" w14:textId="77777777" w:rsidR="00666B3F" w:rsidRPr="00F95FBD" w:rsidRDefault="00666B3F" w:rsidP="008213DA">
            <w:pPr>
              <w:pStyle w:val="Tabulka"/>
              <w:rPr>
                <w:sz w:val="18"/>
              </w:rPr>
            </w:pPr>
            <w:r w:rsidRPr="00F95FBD">
              <w:rPr>
                <w:sz w:val="18"/>
              </w:rPr>
              <w:t>E-mail</w:t>
            </w:r>
          </w:p>
        </w:tc>
        <w:tc>
          <w:tcPr>
            <w:tcW w:w="5812" w:type="dxa"/>
          </w:tcPr>
          <w:p w14:paraId="363A05FE"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A191784"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BCDE446" w14:textId="77777777" w:rsidR="00666B3F" w:rsidRPr="00F95FBD" w:rsidRDefault="00666B3F" w:rsidP="008213DA">
            <w:pPr>
              <w:pStyle w:val="Tabulka"/>
              <w:rPr>
                <w:sz w:val="18"/>
              </w:rPr>
            </w:pPr>
            <w:r w:rsidRPr="00F95FBD">
              <w:rPr>
                <w:sz w:val="18"/>
              </w:rPr>
              <w:t>Telefon</w:t>
            </w:r>
          </w:p>
        </w:tc>
        <w:tc>
          <w:tcPr>
            <w:tcW w:w="5812" w:type="dxa"/>
          </w:tcPr>
          <w:p w14:paraId="14BB222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85432C1" w:rsidR="002C7A28" w:rsidRPr="002C7A28" w:rsidRDefault="002A784C" w:rsidP="00BD7DDA">
            <w:pPr>
              <w:pStyle w:val="Tabulka"/>
              <w:cnfStyle w:val="000000000000" w:firstRow="0" w:lastRow="0" w:firstColumn="0" w:lastColumn="0" w:oddVBand="0" w:evenVBand="0" w:oddHBand="0" w:evenHBand="0" w:firstRowFirstColumn="0" w:firstRowLastColumn="0" w:lastRowFirstColumn="0" w:lastRowLastColumn="0"/>
              <w:rPr>
                <w:sz w:val="18"/>
              </w:rPr>
            </w:pPr>
            <w:r w:rsidRPr="00BD7DDA">
              <w:rPr>
                <w:rFonts w:eastAsia="Times New Roman" w:cs="Calibri"/>
                <w:sz w:val="18"/>
                <w:lang w:eastAsia="cs-CZ"/>
              </w:rPr>
              <w:t>M</w:t>
            </w:r>
            <w:r w:rsidR="002C7A28" w:rsidRPr="00BD7DDA">
              <w:rPr>
                <w:rFonts w:eastAsia="Times New Roman" w:cs="Calibri"/>
                <w:sz w:val="18"/>
                <w:lang w:eastAsia="cs-CZ"/>
              </w:rPr>
              <w:t xml:space="preserve">inimálně </w:t>
            </w:r>
            <w:r w:rsidR="00BD7DDA" w:rsidRPr="00BD7DDA">
              <w:rPr>
                <w:rFonts w:eastAsia="Times New Roman" w:cs="Calibri"/>
                <w:color w:val="000000"/>
                <w:sz w:val="18"/>
                <w:lang w:eastAsia="cs-CZ"/>
              </w:rPr>
              <w:t>10</w:t>
            </w:r>
            <w:r w:rsidR="002C7A28" w:rsidRPr="00BD7DDA">
              <w:rPr>
                <w:rFonts w:eastAsia="Times New Roman" w:cs="Calibri"/>
                <w:color w:val="000000"/>
                <w:sz w:val="18"/>
                <w:lang w:eastAsia="cs-CZ"/>
              </w:rPr>
              <w:t xml:space="preserve"> mil. Kč</w:t>
            </w:r>
            <w:r w:rsidR="002C7A28" w:rsidRPr="00BD7DDA">
              <w:rPr>
                <w:rFonts w:eastAsia="Times New Roman" w:cs="Calibri"/>
                <w:sz w:val="18"/>
                <w:lang w:eastAsia="cs-CZ"/>
              </w:rPr>
              <w:t xml:space="preserve"> na jednu pojistnou událost a </w:t>
            </w:r>
            <w:r w:rsidR="00BD7DDA" w:rsidRPr="00BD7DDA">
              <w:rPr>
                <w:rFonts w:eastAsia="Times New Roman" w:cs="Calibri"/>
                <w:sz w:val="18"/>
                <w:lang w:eastAsia="cs-CZ"/>
              </w:rPr>
              <w:t>15</w:t>
            </w:r>
            <w:r w:rsidR="002C7A28" w:rsidRPr="00BD7DDA">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48BCA641" w:rsidR="00F762A8" w:rsidRDefault="00F762A8" w:rsidP="002C7A28">
      <w:pPr>
        <w:pStyle w:val="Textbezodsazen"/>
      </w:pPr>
      <w:r w:rsidRPr="00F762A8">
        <w:rPr>
          <w:highlight w:val="yellow"/>
        </w:rPr>
        <w:t>[VLOŽÍ ZHOTOVITEL]</w:t>
      </w:r>
    </w:p>
    <w:p w14:paraId="0842E77B" w14:textId="4B609952" w:rsidR="00BD7DDA" w:rsidRDefault="00BD7DDA" w:rsidP="002C7A28">
      <w:pPr>
        <w:pStyle w:val="Textbezodsazen"/>
      </w:pPr>
    </w:p>
    <w:p w14:paraId="40807C8C" w14:textId="77777777" w:rsidR="00BD7DDA" w:rsidRDefault="00BD7DDA" w:rsidP="002C7A28">
      <w:pPr>
        <w:pStyle w:val="Textbezodsazen"/>
        <w:sectPr w:rsidR="00BD7DDA"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985D9BF" w14:textId="77777777" w:rsidR="00BD7DDA" w:rsidRDefault="00BD7DDA" w:rsidP="00BD7DDA">
      <w:pPr>
        <w:pStyle w:val="Nadpisbezsl1-1"/>
      </w:pPr>
      <w:r>
        <w:t>Příloha č. 10</w:t>
      </w:r>
    </w:p>
    <w:p w14:paraId="4EFF6587" w14:textId="77777777" w:rsidR="00BD7DDA" w:rsidRPr="002D70B4" w:rsidRDefault="00BD7DDA" w:rsidP="00BD7DDA">
      <w:pPr>
        <w:pStyle w:val="Textbezodsazen"/>
        <w:rPr>
          <w:b/>
        </w:rPr>
      </w:pPr>
      <w:r w:rsidRPr="002D70B4">
        <w:rPr>
          <w:b/>
        </w:rPr>
        <w:t>Osvědčení</w:t>
      </w:r>
    </w:p>
    <w:p w14:paraId="36E6D086" w14:textId="77777777" w:rsidR="00BD7DDA" w:rsidRDefault="00BD7DDA" w:rsidP="00BD7DDA">
      <w:pPr>
        <w:pStyle w:val="Textbezodsazen"/>
      </w:pPr>
    </w:p>
    <w:p w14:paraId="4FDA6E69" w14:textId="77777777" w:rsidR="00BD7DDA" w:rsidRDefault="00BD7DDA" w:rsidP="00BD7DDA">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9CA81CC" w14:textId="77777777" w:rsidR="00BD7DDA" w:rsidRDefault="00BD7DDA" w:rsidP="00BD7DDA">
      <w:pPr>
        <w:spacing w:after="120"/>
        <w:jc w:val="both"/>
        <w:sectPr w:rsidR="00BD7DDA" w:rsidSect="004E70C8">
          <w:footerReference w:type="default" r:id="rId32"/>
          <w:pgSz w:w="11906" w:h="16838" w:code="9"/>
          <w:pgMar w:top="1417" w:right="1417" w:bottom="1417" w:left="1417" w:header="595" w:footer="624" w:gutter="652"/>
          <w:pgNumType w:start="1"/>
          <w:cols w:space="708"/>
          <w:docGrid w:linePitch="360"/>
        </w:sectPr>
      </w:pPr>
    </w:p>
    <w:p w14:paraId="38E225CF" w14:textId="77777777" w:rsidR="00BD7DDA" w:rsidRDefault="00BD7DDA" w:rsidP="00BD7DDA">
      <w:pPr>
        <w:pStyle w:val="Nadpisbezsl1-1"/>
      </w:pPr>
      <w:r>
        <w:t>Příloha č. 11</w:t>
      </w:r>
    </w:p>
    <w:p w14:paraId="56D1409A" w14:textId="77777777" w:rsidR="00BD7DDA" w:rsidRDefault="00BD7DDA" w:rsidP="00BD7DDA">
      <w:pPr>
        <w:pStyle w:val="Textbezodsazen"/>
        <w:rPr>
          <w:b/>
        </w:rPr>
      </w:pPr>
      <w:r w:rsidRPr="002D70B4">
        <w:rPr>
          <w:b/>
        </w:rPr>
        <w:t xml:space="preserve">Závazný vzor evidence zapojení znevýhodněných osob </w:t>
      </w:r>
    </w:p>
    <w:p w14:paraId="34A83BF2" w14:textId="77777777" w:rsidR="00BD7DDA" w:rsidRDefault="00BD7DDA" w:rsidP="00BD7DD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35109140" w14:textId="77777777" w:rsidR="00BD7DDA" w:rsidRDefault="00BD7DDA" w:rsidP="00BD7DDA">
      <w:pPr>
        <w:spacing w:after="120"/>
        <w:jc w:val="both"/>
        <w:sectPr w:rsidR="00BD7DDA" w:rsidSect="004E70C8">
          <w:footerReference w:type="default" r:id="rId33"/>
          <w:pgSz w:w="11906" w:h="16838" w:code="9"/>
          <w:pgMar w:top="1417" w:right="1417" w:bottom="1417" w:left="1417" w:header="595" w:footer="624" w:gutter="652"/>
          <w:pgNumType w:start="1"/>
          <w:cols w:space="708"/>
          <w:docGrid w:linePitch="360"/>
        </w:sectPr>
      </w:pPr>
    </w:p>
    <w:p w14:paraId="57A11206" w14:textId="77777777" w:rsidR="00BD7DDA" w:rsidRDefault="00BD7DDA" w:rsidP="00BD7DDA">
      <w:pPr>
        <w:pStyle w:val="Nadpisbezsl1-1"/>
      </w:pPr>
      <w:r>
        <w:t>Příloha č. 12</w:t>
      </w:r>
    </w:p>
    <w:p w14:paraId="593D5ED9" w14:textId="77777777" w:rsidR="00BD7DDA" w:rsidRDefault="00BD7DDA" w:rsidP="00BD7DDA">
      <w:pPr>
        <w:pStyle w:val="Textbezodsazen"/>
        <w:rPr>
          <w:b/>
        </w:rPr>
      </w:pPr>
      <w:r w:rsidRPr="002D70B4">
        <w:rPr>
          <w:b/>
        </w:rPr>
        <w:t>Závazný vzor pracovního výkazu zapojené osoby</w:t>
      </w:r>
    </w:p>
    <w:p w14:paraId="226C8F8A" w14:textId="77777777" w:rsidR="00BD7DDA" w:rsidRPr="00DE7C65" w:rsidRDefault="00BD7DDA" w:rsidP="00BD7DDA">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9CB5968" w14:textId="77777777" w:rsidR="00BD7DDA" w:rsidRDefault="00BD7DDA" w:rsidP="00BD7DDA">
      <w:pPr>
        <w:spacing w:after="120"/>
        <w:jc w:val="both"/>
      </w:pPr>
    </w:p>
    <w:p w14:paraId="4931AE11" w14:textId="77777777" w:rsidR="00BD7DDA" w:rsidRDefault="00BD7DDA" w:rsidP="00BD7DDA">
      <w:pPr>
        <w:pStyle w:val="Textbezodsazen"/>
      </w:pPr>
    </w:p>
    <w:p w14:paraId="53E6C6A4" w14:textId="1D041403" w:rsidR="00BD7DDA" w:rsidRPr="00165977" w:rsidRDefault="00BD7DDA" w:rsidP="002C7A28">
      <w:pPr>
        <w:pStyle w:val="Textbezodsazen"/>
      </w:pPr>
    </w:p>
    <w:sectPr w:rsidR="00BD7DDA"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EAD13" w14:textId="77777777" w:rsidR="008F53E4" w:rsidRDefault="008F53E4" w:rsidP="00962258">
      <w:pPr>
        <w:spacing w:after="0" w:line="240" w:lineRule="auto"/>
      </w:pPr>
      <w:r>
        <w:separator/>
      </w:r>
    </w:p>
  </w:endnote>
  <w:endnote w:type="continuationSeparator" w:id="0">
    <w:p w14:paraId="74E94962" w14:textId="77777777" w:rsidR="008F53E4" w:rsidRDefault="008F53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3ACE20E" w14:textId="77777777" w:rsidTr="00EB46E5">
      <w:tc>
        <w:tcPr>
          <w:tcW w:w="1361" w:type="dxa"/>
          <w:tcMar>
            <w:left w:w="0" w:type="dxa"/>
            <w:right w:w="0" w:type="dxa"/>
          </w:tcMar>
          <w:vAlign w:val="bottom"/>
        </w:tcPr>
        <w:p w14:paraId="0E848D39" w14:textId="517234DE" w:rsidR="00D72EED" w:rsidRPr="00B8518B" w:rsidRDefault="00D72E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72EED" w:rsidRDefault="00D72EED" w:rsidP="00B8518B">
          <w:pPr>
            <w:pStyle w:val="Zpat"/>
          </w:pPr>
        </w:p>
      </w:tc>
      <w:tc>
        <w:tcPr>
          <w:tcW w:w="425" w:type="dxa"/>
          <w:shd w:val="clear" w:color="auto" w:fill="auto"/>
          <w:tcMar>
            <w:left w:w="0" w:type="dxa"/>
            <w:right w:w="0" w:type="dxa"/>
          </w:tcMar>
        </w:tcPr>
        <w:p w14:paraId="0CCC6787" w14:textId="77777777" w:rsidR="00D72EED" w:rsidRDefault="00D72EED" w:rsidP="00B8518B">
          <w:pPr>
            <w:pStyle w:val="Zpat"/>
          </w:pPr>
        </w:p>
      </w:tc>
      <w:tc>
        <w:tcPr>
          <w:tcW w:w="8505" w:type="dxa"/>
        </w:tcPr>
        <w:p w14:paraId="18AC5D1E" w14:textId="77777777" w:rsidR="00D72EED" w:rsidRPr="00E7415D" w:rsidRDefault="00D72EED" w:rsidP="00F422D3">
          <w:pPr>
            <w:pStyle w:val="Zpat0"/>
            <w:rPr>
              <w:b/>
            </w:rPr>
          </w:pPr>
          <w:r w:rsidRPr="00E7415D">
            <w:rPr>
              <w:b/>
            </w:rPr>
            <w:t>SMLOUVA O DÍLO</w:t>
          </w:r>
        </w:p>
        <w:p w14:paraId="277D0EC8" w14:textId="77777777" w:rsidR="00D72EED" w:rsidRDefault="00D72EED" w:rsidP="00F422D3">
          <w:pPr>
            <w:pStyle w:val="Zpat0"/>
          </w:pPr>
          <w:r>
            <w:t>Zhotovení stavby</w:t>
          </w:r>
        </w:p>
      </w:tc>
    </w:tr>
  </w:tbl>
  <w:p w14:paraId="1A68ECEF" w14:textId="77777777" w:rsidR="00D72EED" w:rsidRPr="00B8518B" w:rsidRDefault="00D72EE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E67C297" w14:textId="77777777" w:rsidTr="00EB46E5">
      <w:tc>
        <w:tcPr>
          <w:tcW w:w="1361" w:type="dxa"/>
          <w:tcMar>
            <w:left w:w="0" w:type="dxa"/>
            <w:right w:w="0" w:type="dxa"/>
          </w:tcMar>
          <w:vAlign w:val="bottom"/>
        </w:tcPr>
        <w:p w14:paraId="12ED24F0" w14:textId="71550983"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72EED" w:rsidRDefault="00D72EED" w:rsidP="00B8518B">
          <w:pPr>
            <w:pStyle w:val="Zpat"/>
          </w:pPr>
        </w:p>
      </w:tc>
      <w:tc>
        <w:tcPr>
          <w:tcW w:w="425" w:type="dxa"/>
          <w:shd w:val="clear" w:color="auto" w:fill="auto"/>
          <w:tcMar>
            <w:left w:w="0" w:type="dxa"/>
            <w:right w:w="0" w:type="dxa"/>
          </w:tcMar>
        </w:tcPr>
        <w:p w14:paraId="01176E76" w14:textId="77777777" w:rsidR="00D72EED" w:rsidRDefault="00D72EED" w:rsidP="00B8518B">
          <w:pPr>
            <w:pStyle w:val="Zpat"/>
          </w:pPr>
        </w:p>
      </w:tc>
      <w:tc>
        <w:tcPr>
          <w:tcW w:w="8505" w:type="dxa"/>
        </w:tcPr>
        <w:p w14:paraId="7AF545D5" w14:textId="77777777" w:rsidR="00D72EED" w:rsidRPr="00143EC0" w:rsidRDefault="00D72EED" w:rsidP="00F422D3">
          <w:pPr>
            <w:pStyle w:val="Zpat0"/>
            <w:rPr>
              <w:b/>
            </w:rPr>
          </w:pPr>
          <w:r>
            <w:rPr>
              <w:b/>
            </w:rPr>
            <w:t>PŘÍLOHA č. 9</w:t>
          </w:r>
        </w:p>
        <w:p w14:paraId="2E84F996" w14:textId="77777777" w:rsidR="00D72EED" w:rsidRDefault="00D72EED" w:rsidP="00F95FBD">
          <w:pPr>
            <w:pStyle w:val="Zpat0"/>
          </w:pPr>
          <w:r>
            <w:t>SMLOUVA O DÍLO - Zhotovení stavby</w:t>
          </w:r>
        </w:p>
      </w:tc>
    </w:tr>
  </w:tbl>
  <w:p w14:paraId="2DA0DF31" w14:textId="77777777" w:rsidR="00D72EED" w:rsidRPr="00B8518B" w:rsidRDefault="00D72EE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4A57D48" w14:textId="77777777" w:rsidTr="00EB46E5">
      <w:tc>
        <w:tcPr>
          <w:tcW w:w="1361" w:type="dxa"/>
          <w:tcMar>
            <w:left w:w="0" w:type="dxa"/>
            <w:right w:w="0" w:type="dxa"/>
          </w:tcMar>
          <w:vAlign w:val="bottom"/>
        </w:tcPr>
        <w:p w14:paraId="11EFA05D" w14:textId="06A17909"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7CFA0" w14:textId="77777777" w:rsidR="00D72EED" w:rsidRDefault="00D72EED" w:rsidP="00B8518B">
          <w:pPr>
            <w:pStyle w:val="Zpat"/>
          </w:pPr>
        </w:p>
      </w:tc>
      <w:tc>
        <w:tcPr>
          <w:tcW w:w="425" w:type="dxa"/>
          <w:shd w:val="clear" w:color="auto" w:fill="auto"/>
          <w:tcMar>
            <w:left w:w="0" w:type="dxa"/>
            <w:right w:w="0" w:type="dxa"/>
          </w:tcMar>
        </w:tcPr>
        <w:p w14:paraId="4814FDAC" w14:textId="77777777" w:rsidR="00D72EED" w:rsidRDefault="00D72EED" w:rsidP="00B8518B">
          <w:pPr>
            <w:pStyle w:val="Zpat"/>
          </w:pPr>
        </w:p>
      </w:tc>
      <w:tc>
        <w:tcPr>
          <w:tcW w:w="8505" w:type="dxa"/>
        </w:tcPr>
        <w:p w14:paraId="68549370" w14:textId="77777777" w:rsidR="00D72EED" w:rsidRPr="00143EC0" w:rsidRDefault="00D72EED" w:rsidP="00F422D3">
          <w:pPr>
            <w:pStyle w:val="Zpat0"/>
            <w:rPr>
              <w:b/>
            </w:rPr>
          </w:pPr>
          <w:r>
            <w:rPr>
              <w:b/>
            </w:rPr>
            <w:t>PŘÍLOHA č. 10</w:t>
          </w:r>
        </w:p>
        <w:p w14:paraId="0FA9155E" w14:textId="77777777" w:rsidR="00D72EED" w:rsidRDefault="00D72EED" w:rsidP="00F95FBD">
          <w:pPr>
            <w:pStyle w:val="Zpat0"/>
          </w:pPr>
          <w:r>
            <w:t>SMLOUVA O DÍLO - Zhotovení stavby</w:t>
          </w:r>
        </w:p>
      </w:tc>
    </w:tr>
  </w:tbl>
  <w:p w14:paraId="3BC40D98" w14:textId="77777777" w:rsidR="00D72EED" w:rsidRPr="00B8518B" w:rsidRDefault="00D72EED" w:rsidP="00B8518B">
    <w:pPr>
      <w:pStyle w:val="Zpat"/>
      <w:rPr>
        <w:sz w:val="2"/>
        <w:szCs w:val="2"/>
      </w:rPr>
    </w:pPr>
  </w:p>
  <w:p w14:paraId="6B4A6346" w14:textId="77777777" w:rsidR="00D72EED" w:rsidRDefault="00D72EE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04849D3" w14:textId="77777777" w:rsidTr="00EB46E5">
      <w:tc>
        <w:tcPr>
          <w:tcW w:w="1361" w:type="dxa"/>
          <w:tcMar>
            <w:left w:w="0" w:type="dxa"/>
            <w:right w:w="0" w:type="dxa"/>
          </w:tcMar>
          <w:vAlign w:val="bottom"/>
        </w:tcPr>
        <w:p w14:paraId="6FB83646" w14:textId="4A4A3F09"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71EB5" w14:textId="77777777" w:rsidR="00D72EED" w:rsidRDefault="00D72EED" w:rsidP="00B8518B">
          <w:pPr>
            <w:pStyle w:val="Zpat"/>
          </w:pPr>
        </w:p>
      </w:tc>
      <w:tc>
        <w:tcPr>
          <w:tcW w:w="425" w:type="dxa"/>
          <w:shd w:val="clear" w:color="auto" w:fill="auto"/>
          <w:tcMar>
            <w:left w:w="0" w:type="dxa"/>
            <w:right w:w="0" w:type="dxa"/>
          </w:tcMar>
        </w:tcPr>
        <w:p w14:paraId="7131C238" w14:textId="77777777" w:rsidR="00D72EED" w:rsidRDefault="00D72EED" w:rsidP="00B8518B">
          <w:pPr>
            <w:pStyle w:val="Zpat"/>
          </w:pPr>
        </w:p>
      </w:tc>
      <w:tc>
        <w:tcPr>
          <w:tcW w:w="8505" w:type="dxa"/>
        </w:tcPr>
        <w:p w14:paraId="1CF4CE97" w14:textId="64F0DE59" w:rsidR="00D72EED" w:rsidRPr="00143EC0" w:rsidRDefault="00D72EED" w:rsidP="00F422D3">
          <w:pPr>
            <w:pStyle w:val="Zpat0"/>
            <w:rPr>
              <w:b/>
            </w:rPr>
          </w:pPr>
          <w:r>
            <w:rPr>
              <w:b/>
            </w:rPr>
            <w:t>PŘÍLOHA č. 11</w:t>
          </w:r>
        </w:p>
        <w:p w14:paraId="76A62E39" w14:textId="77777777" w:rsidR="00D72EED" w:rsidRDefault="00D72EED" w:rsidP="00F95FBD">
          <w:pPr>
            <w:pStyle w:val="Zpat0"/>
          </w:pPr>
          <w:r>
            <w:t>SMLOUVA O DÍLO - Zhotovení stavby</w:t>
          </w:r>
        </w:p>
      </w:tc>
    </w:tr>
  </w:tbl>
  <w:p w14:paraId="50450D13" w14:textId="77777777" w:rsidR="00D72EED" w:rsidRPr="00B8518B" w:rsidRDefault="00D72EED" w:rsidP="00B8518B">
    <w:pPr>
      <w:pStyle w:val="Zpat"/>
      <w:rPr>
        <w:sz w:val="2"/>
        <w:szCs w:val="2"/>
      </w:rPr>
    </w:pPr>
  </w:p>
  <w:p w14:paraId="0413818D" w14:textId="77777777" w:rsidR="00D72EED" w:rsidRDefault="00D72EE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C8D5DCB" w14:textId="77777777" w:rsidTr="00EB46E5">
      <w:tc>
        <w:tcPr>
          <w:tcW w:w="1361" w:type="dxa"/>
          <w:tcMar>
            <w:left w:w="0" w:type="dxa"/>
            <w:right w:w="0" w:type="dxa"/>
          </w:tcMar>
          <w:vAlign w:val="bottom"/>
        </w:tcPr>
        <w:p w14:paraId="09A03E3B" w14:textId="06533B43"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800DD6" w14:textId="77777777" w:rsidR="00D72EED" w:rsidRDefault="00D72EED" w:rsidP="00B8518B">
          <w:pPr>
            <w:pStyle w:val="Zpat"/>
          </w:pPr>
        </w:p>
      </w:tc>
      <w:tc>
        <w:tcPr>
          <w:tcW w:w="425" w:type="dxa"/>
          <w:shd w:val="clear" w:color="auto" w:fill="auto"/>
          <w:tcMar>
            <w:left w:w="0" w:type="dxa"/>
            <w:right w:w="0" w:type="dxa"/>
          </w:tcMar>
        </w:tcPr>
        <w:p w14:paraId="429FB19E" w14:textId="77777777" w:rsidR="00D72EED" w:rsidRDefault="00D72EED" w:rsidP="00B8518B">
          <w:pPr>
            <w:pStyle w:val="Zpat"/>
          </w:pPr>
        </w:p>
      </w:tc>
      <w:tc>
        <w:tcPr>
          <w:tcW w:w="8505" w:type="dxa"/>
        </w:tcPr>
        <w:p w14:paraId="036DE34D" w14:textId="30A18455" w:rsidR="00D72EED" w:rsidRPr="00143EC0" w:rsidRDefault="00D72EED" w:rsidP="00F422D3">
          <w:pPr>
            <w:pStyle w:val="Zpat0"/>
            <w:rPr>
              <w:b/>
            </w:rPr>
          </w:pPr>
          <w:r>
            <w:rPr>
              <w:b/>
            </w:rPr>
            <w:t>PŘÍLOHA č. 12</w:t>
          </w:r>
        </w:p>
        <w:p w14:paraId="29B5BFD7" w14:textId="77777777" w:rsidR="00D72EED" w:rsidRDefault="00D72EED" w:rsidP="00F95FBD">
          <w:pPr>
            <w:pStyle w:val="Zpat0"/>
          </w:pPr>
          <w:r>
            <w:t>SMLOUVA O DÍLO - Zhotovení stavby</w:t>
          </w:r>
        </w:p>
      </w:tc>
    </w:tr>
  </w:tbl>
  <w:p w14:paraId="1654018D" w14:textId="77777777" w:rsidR="00D72EED" w:rsidRPr="00B8518B" w:rsidRDefault="00D72EED" w:rsidP="00B8518B">
    <w:pPr>
      <w:pStyle w:val="Zpat"/>
      <w:rPr>
        <w:sz w:val="2"/>
        <w:szCs w:val="2"/>
      </w:rPr>
    </w:pPr>
  </w:p>
  <w:p w14:paraId="2FCC38AB" w14:textId="77777777" w:rsidR="00D72EED" w:rsidRDefault="00D72EE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72EED" w:rsidRPr="00B8518B" w:rsidRDefault="00D72EED" w:rsidP="00460660">
    <w:pPr>
      <w:pStyle w:val="Zpat"/>
      <w:rPr>
        <w:sz w:val="2"/>
        <w:szCs w:val="2"/>
      </w:rPr>
    </w:pPr>
  </w:p>
  <w:p w14:paraId="45691DB0" w14:textId="77777777" w:rsidR="00D72EED" w:rsidRPr="00460660" w:rsidRDefault="00D72EE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5B25F6C" w14:textId="77777777" w:rsidTr="00EB46E5">
      <w:tc>
        <w:tcPr>
          <w:tcW w:w="1361" w:type="dxa"/>
          <w:tcMar>
            <w:left w:w="0" w:type="dxa"/>
            <w:right w:w="0" w:type="dxa"/>
          </w:tcMar>
          <w:vAlign w:val="bottom"/>
        </w:tcPr>
        <w:p w14:paraId="79F60CB1" w14:textId="5CF176BE"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72EED" w:rsidRDefault="00D72EED" w:rsidP="00B8518B">
          <w:pPr>
            <w:pStyle w:val="Zpat"/>
          </w:pPr>
        </w:p>
      </w:tc>
      <w:tc>
        <w:tcPr>
          <w:tcW w:w="425" w:type="dxa"/>
          <w:shd w:val="clear" w:color="auto" w:fill="auto"/>
          <w:tcMar>
            <w:left w:w="0" w:type="dxa"/>
            <w:right w:w="0" w:type="dxa"/>
          </w:tcMar>
        </w:tcPr>
        <w:p w14:paraId="327422A9" w14:textId="77777777" w:rsidR="00D72EED" w:rsidRDefault="00D72EED" w:rsidP="00B8518B">
          <w:pPr>
            <w:pStyle w:val="Zpat"/>
          </w:pPr>
        </w:p>
      </w:tc>
      <w:tc>
        <w:tcPr>
          <w:tcW w:w="8505" w:type="dxa"/>
        </w:tcPr>
        <w:p w14:paraId="2C6286EF" w14:textId="77777777" w:rsidR="00D72EED" w:rsidRPr="00143EC0" w:rsidRDefault="00D72EED" w:rsidP="00F422D3">
          <w:pPr>
            <w:pStyle w:val="Zpat0"/>
            <w:rPr>
              <w:b/>
            </w:rPr>
          </w:pPr>
          <w:r w:rsidRPr="00143EC0">
            <w:rPr>
              <w:b/>
            </w:rPr>
            <w:t>PŘÍLOHA č. 1</w:t>
          </w:r>
        </w:p>
        <w:p w14:paraId="5ADF5AFC" w14:textId="77777777" w:rsidR="00D72EED" w:rsidRDefault="00D72EED" w:rsidP="00F95FBD">
          <w:pPr>
            <w:pStyle w:val="Zpat0"/>
          </w:pPr>
          <w:r>
            <w:t>SMLOUVA O DÍLO - Zhotovení stavby</w:t>
          </w:r>
        </w:p>
      </w:tc>
    </w:tr>
  </w:tbl>
  <w:p w14:paraId="67037EF5" w14:textId="77777777" w:rsidR="00D72EED" w:rsidRPr="00B8518B" w:rsidRDefault="00D72EE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B272FE8" w14:textId="77777777" w:rsidTr="00EB46E5">
      <w:tc>
        <w:tcPr>
          <w:tcW w:w="1361" w:type="dxa"/>
          <w:tcMar>
            <w:left w:w="0" w:type="dxa"/>
            <w:right w:w="0" w:type="dxa"/>
          </w:tcMar>
          <w:vAlign w:val="bottom"/>
        </w:tcPr>
        <w:p w14:paraId="7BD637A4" w14:textId="34B4C81F"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72EED" w:rsidRDefault="00D72EED" w:rsidP="005A7872">
          <w:pPr>
            <w:pStyle w:val="Zpat"/>
          </w:pPr>
        </w:p>
      </w:tc>
      <w:tc>
        <w:tcPr>
          <w:tcW w:w="425" w:type="dxa"/>
          <w:shd w:val="clear" w:color="auto" w:fill="auto"/>
          <w:tcMar>
            <w:left w:w="0" w:type="dxa"/>
            <w:right w:w="0" w:type="dxa"/>
          </w:tcMar>
        </w:tcPr>
        <w:p w14:paraId="75DCC6EC" w14:textId="77777777" w:rsidR="00D72EED" w:rsidRDefault="00D72EED" w:rsidP="00B8518B">
          <w:pPr>
            <w:pStyle w:val="Zpat"/>
          </w:pPr>
        </w:p>
      </w:tc>
      <w:tc>
        <w:tcPr>
          <w:tcW w:w="8505" w:type="dxa"/>
        </w:tcPr>
        <w:p w14:paraId="31C8377C" w14:textId="77777777" w:rsidR="00D72EED" w:rsidRPr="00143EC0" w:rsidRDefault="00D72EED" w:rsidP="00F422D3">
          <w:pPr>
            <w:pStyle w:val="Zpat0"/>
            <w:rPr>
              <w:b/>
            </w:rPr>
          </w:pPr>
          <w:r>
            <w:rPr>
              <w:b/>
            </w:rPr>
            <w:t>PŘÍLOHA č. 2</w:t>
          </w:r>
        </w:p>
        <w:p w14:paraId="69054B50" w14:textId="77777777" w:rsidR="00D72EED" w:rsidRDefault="00D72EED" w:rsidP="00F95FBD">
          <w:pPr>
            <w:pStyle w:val="Zpat0"/>
          </w:pPr>
          <w:r>
            <w:t>SMLOUVA O DÍLO - Zhotovení stavby</w:t>
          </w:r>
        </w:p>
      </w:tc>
    </w:tr>
  </w:tbl>
  <w:p w14:paraId="796583B6" w14:textId="77777777" w:rsidR="00D72EED" w:rsidRPr="00B8518B" w:rsidRDefault="00D72EE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EED8EF5" w14:textId="77777777" w:rsidTr="00EB46E5">
      <w:tc>
        <w:tcPr>
          <w:tcW w:w="1361" w:type="dxa"/>
          <w:tcMar>
            <w:left w:w="0" w:type="dxa"/>
            <w:right w:w="0" w:type="dxa"/>
          </w:tcMar>
          <w:vAlign w:val="bottom"/>
        </w:tcPr>
        <w:p w14:paraId="70E2D778" w14:textId="2895062E"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72EED" w:rsidRDefault="00D72EED" w:rsidP="005A7872">
          <w:pPr>
            <w:pStyle w:val="Zpat"/>
          </w:pPr>
        </w:p>
      </w:tc>
      <w:tc>
        <w:tcPr>
          <w:tcW w:w="425" w:type="dxa"/>
          <w:shd w:val="clear" w:color="auto" w:fill="auto"/>
          <w:tcMar>
            <w:left w:w="0" w:type="dxa"/>
            <w:right w:w="0" w:type="dxa"/>
          </w:tcMar>
        </w:tcPr>
        <w:p w14:paraId="113F908C" w14:textId="77777777" w:rsidR="00D72EED" w:rsidRDefault="00D72EED" w:rsidP="00B8518B">
          <w:pPr>
            <w:pStyle w:val="Zpat"/>
          </w:pPr>
        </w:p>
      </w:tc>
      <w:tc>
        <w:tcPr>
          <w:tcW w:w="8505" w:type="dxa"/>
        </w:tcPr>
        <w:p w14:paraId="4E991124" w14:textId="77777777" w:rsidR="00D72EED" w:rsidRPr="00143EC0" w:rsidRDefault="00D72EED" w:rsidP="00F422D3">
          <w:pPr>
            <w:pStyle w:val="Zpat0"/>
            <w:rPr>
              <w:b/>
            </w:rPr>
          </w:pPr>
          <w:r>
            <w:rPr>
              <w:b/>
            </w:rPr>
            <w:t>PŘÍLOHA č. 3</w:t>
          </w:r>
        </w:p>
        <w:p w14:paraId="61337A74" w14:textId="77777777" w:rsidR="00D72EED" w:rsidRDefault="00D72EED" w:rsidP="00F95FBD">
          <w:pPr>
            <w:pStyle w:val="Zpat0"/>
          </w:pPr>
          <w:r>
            <w:t>SMLOUVA O DÍLO - Zhotovení stavby</w:t>
          </w:r>
        </w:p>
      </w:tc>
    </w:tr>
  </w:tbl>
  <w:p w14:paraId="4A92062D" w14:textId="77777777" w:rsidR="00D72EED" w:rsidRPr="00B8518B" w:rsidRDefault="00D72E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2D7DEC8B" w14:textId="77777777" w:rsidTr="00EB46E5">
      <w:tc>
        <w:tcPr>
          <w:tcW w:w="1361" w:type="dxa"/>
          <w:tcMar>
            <w:left w:w="0" w:type="dxa"/>
            <w:right w:w="0" w:type="dxa"/>
          </w:tcMar>
          <w:vAlign w:val="bottom"/>
        </w:tcPr>
        <w:p w14:paraId="2C7E2C24" w14:textId="667C3995"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72EED" w:rsidRDefault="00D72EED" w:rsidP="005A7872">
          <w:pPr>
            <w:pStyle w:val="Zpat"/>
          </w:pPr>
        </w:p>
      </w:tc>
      <w:tc>
        <w:tcPr>
          <w:tcW w:w="425" w:type="dxa"/>
          <w:shd w:val="clear" w:color="auto" w:fill="auto"/>
          <w:tcMar>
            <w:left w:w="0" w:type="dxa"/>
            <w:right w:w="0" w:type="dxa"/>
          </w:tcMar>
        </w:tcPr>
        <w:p w14:paraId="0C58202A" w14:textId="77777777" w:rsidR="00D72EED" w:rsidRDefault="00D72EED" w:rsidP="00B8518B">
          <w:pPr>
            <w:pStyle w:val="Zpat"/>
          </w:pPr>
        </w:p>
      </w:tc>
      <w:tc>
        <w:tcPr>
          <w:tcW w:w="8505" w:type="dxa"/>
        </w:tcPr>
        <w:p w14:paraId="2BD697D7" w14:textId="77777777" w:rsidR="00D72EED" w:rsidRPr="00143EC0" w:rsidRDefault="00D72EED" w:rsidP="00F422D3">
          <w:pPr>
            <w:pStyle w:val="Zpat0"/>
            <w:rPr>
              <w:b/>
            </w:rPr>
          </w:pPr>
          <w:r>
            <w:rPr>
              <w:b/>
            </w:rPr>
            <w:t>PŘÍLOHA č. 4</w:t>
          </w:r>
        </w:p>
        <w:p w14:paraId="628BEFDD" w14:textId="77777777" w:rsidR="00D72EED" w:rsidRDefault="00D72EED" w:rsidP="00F95FBD">
          <w:pPr>
            <w:pStyle w:val="Zpat0"/>
          </w:pPr>
          <w:r>
            <w:t>SMLOUVA O DÍLO - Zhotovení stavby</w:t>
          </w:r>
        </w:p>
      </w:tc>
    </w:tr>
  </w:tbl>
  <w:p w14:paraId="52E8629E" w14:textId="77777777" w:rsidR="00D72EED" w:rsidRPr="00B8518B" w:rsidRDefault="00D72EE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1D82DD62" w14:textId="77777777" w:rsidTr="00EB46E5">
      <w:tc>
        <w:tcPr>
          <w:tcW w:w="1361" w:type="dxa"/>
          <w:tcMar>
            <w:left w:w="0" w:type="dxa"/>
            <w:right w:w="0" w:type="dxa"/>
          </w:tcMar>
          <w:vAlign w:val="bottom"/>
        </w:tcPr>
        <w:p w14:paraId="2AA6EDA9" w14:textId="3A7DE7FB"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72EED" w:rsidRDefault="00D72EED" w:rsidP="005A7872">
          <w:pPr>
            <w:pStyle w:val="Zpat"/>
          </w:pPr>
        </w:p>
      </w:tc>
      <w:tc>
        <w:tcPr>
          <w:tcW w:w="425" w:type="dxa"/>
          <w:shd w:val="clear" w:color="auto" w:fill="auto"/>
          <w:tcMar>
            <w:left w:w="0" w:type="dxa"/>
            <w:right w:w="0" w:type="dxa"/>
          </w:tcMar>
        </w:tcPr>
        <w:p w14:paraId="2DE511E7" w14:textId="77777777" w:rsidR="00D72EED" w:rsidRDefault="00D72EED" w:rsidP="00B8518B">
          <w:pPr>
            <w:pStyle w:val="Zpat"/>
          </w:pPr>
        </w:p>
      </w:tc>
      <w:tc>
        <w:tcPr>
          <w:tcW w:w="8505" w:type="dxa"/>
        </w:tcPr>
        <w:p w14:paraId="47ECA342" w14:textId="77777777" w:rsidR="00D72EED" w:rsidRPr="00143EC0" w:rsidRDefault="00D72EED" w:rsidP="00F422D3">
          <w:pPr>
            <w:pStyle w:val="Zpat0"/>
            <w:rPr>
              <w:b/>
            </w:rPr>
          </w:pPr>
          <w:r>
            <w:rPr>
              <w:b/>
            </w:rPr>
            <w:t>PŘÍLOHA č. 5</w:t>
          </w:r>
        </w:p>
        <w:p w14:paraId="5C3FFABC" w14:textId="77777777" w:rsidR="00D72EED" w:rsidRDefault="00D72EED" w:rsidP="00F95FBD">
          <w:pPr>
            <w:pStyle w:val="Zpat0"/>
          </w:pPr>
          <w:r>
            <w:t>SMLOUVA O DÍLO - Zhotovení stavby</w:t>
          </w:r>
        </w:p>
      </w:tc>
    </w:tr>
  </w:tbl>
  <w:p w14:paraId="4073BF56" w14:textId="77777777" w:rsidR="00D72EED" w:rsidRPr="00B8518B" w:rsidRDefault="00D72E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7B18BD7" w14:textId="77777777" w:rsidTr="00EB46E5">
      <w:tc>
        <w:tcPr>
          <w:tcW w:w="1361" w:type="dxa"/>
          <w:tcMar>
            <w:left w:w="0" w:type="dxa"/>
            <w:right w:w="0" w:type="dxa"/>
          </w:tcMar>
          <w:vAlign w:val="bottom"/>
        </w:tcPr>
        <w:p w14:paraId="6AD8359E" w14:textId="1E9F56E1"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72EED" w:rsidRDefault="00D72EED" w:rsidP="005A7872">
          <w:pPr>
            <w:pStyle w:val="Zpat"/>
          </w:pPr>
        </w:p>
      </w:tc>
      <w:tc>
        <w:tcPr>
          <w:tcW w:w="425" w:type="dxa"/>
          <w:shd w:val="clear" w:color="auto" w:fill="auto"/>
          <w:tcMar>
            <w:left w:w="0" w:type="dxa"/>
            <w:right w:w="0" w:type="dxa"/>
          </w:tcMar>
        </w:tcPr>
        <w:p w14:paraId="728F4F29" w14:textId="77777777" w:rsidR="00D72EED" w:rsidRDefault="00D72EED" w:rsidP="00B8518B">
          <w:pPr>
            <w:pStyle w:val="Zpat"/>
          </w:pPr>
        </w:p>
      </w:tc>
      <w:tc>
        <w:tcPr>
          <w:tcW w:w="8505" w:type="dxa"/>
        </w:tcPr>
        <w:p w14:paraId="7EDCD52C" w14:textId="77777777" w:rsidR="00D72EED" w:rsidRPr="00143EC0" w:rsidRDefault="00D72EED" w:rsidP="00F422D3">
          <w:pPr>
            <w:pStyle w:val="Zpat0"/>
            <w:rPr>
              <w:b/>
            </w:rPr>
          </w:pPr>
          <w:r>
            <w:rPr>
              <w:b/>
            </w:rPr>
            <w:t>PŘÍLOHA č. 7</w:t>
          </w:r>
        </w:p>
        <w:p w14:paraId="78EAEDCB" w14:textId="77777777" w:rsidR="00D72EED" w:rsidRDefault="00D72EED" w:rsidP="00F95FBD">
          <w:pPr>
            <w:pStyle w:val="Zpat0"/>
          </w:pPr>
          <w:r>
            <w:t>SMLOUVA O DÍLO - Zhotovení stavby</w:t>
          </w:r>
        </w:p>
      </w:tc>
    </w:tr>
  </w:tbl>
  <w:p w14:paraId="214EA421" w14:textId="77777777" w:rsidR="00D72EED" w:rsidRPr="00B8518B" w:rsidRDefault="00D72EE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7F7544C" w14:textId="77777777" w:rsidTr="00EB46E5">
      <w:tc>
        <w:tcPr>
          <w:tcW w:w="1361" w:type="dxa"/>
          <w:tcMar>
            <w:left w:w="0" w:type="dxa"/>
            <w:right w:w="0" w:type="dxa"/>
          </w:tcMar>
          <w:vAlign w:val="bottom"/>
        </w:tcPr>
        <w:p w14:paraId="3D143924" w14:textId="73D6EB08"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069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72EED" w:rsidRDefault="00D72EED" w:rsidP="00B8518B">
          <w:pPr>
            <w:pStyle w:val="Zpat"/>
          </w:pPr>
        </w:p>
      </w:tc>
      <w:tc>
        <w:tcPr>
          <w:tcW w:w="425" w:type="dxa"/>
          <w:shd w:val="clear" w:color="auto" w:fill="auto"/>
          <w:tcMar>
            <w:left w:w="0" w:type="dxa"/>
            <w:right w:w="0" w:type="dxa"/>
          </w:tcMar>
        </w:tcPr>
        <w:p w14:paraId="11282278" w14:textId="77777777" w:rsidR="00D72EED" w:rsidRDefault="00D72EED" w:rsidP="00B8518B">
          <w:pPr>
            <w:pStyle w:val="Zpat"/>
          </w:pPr>
        </w:p>
      </w:tc>
      <w:tc>
        <w:tcPr>
          <w:tcW w:w="8505" w:type="dxa"/>
        </w:tcPr>
        <w:p w14:paraId="4BBEFDE8" w14:textId="77777777" w:rsidR="00D72EED" w:rsidRPr="00143EC0" w:rsidRDefault="00D72EED" w:rsidP="00F422D3">
          <w:pPr>
            <w:pStyle w:val="Zpat0"/>
            <w:rPr>
              <w:b/>
            </w:rPr>
          </w:pPr>
          <w:r>
            <w:rPr>
              <w:b/>
            </w:rPr>
            <w:t>PŘÍLOHA č. 8</w:t>
          </w:r>
        </w:p>
        <w:p w14:paraId="791F7C7A" w14:textId="77777777" w:rsidR="00D72EED" w:rsidRDefault="00D72EED" w:rsidP="00F95FBD">
          <w:pPr>
            <w:pStyle w:val="Zpat0"/>
          </w:pPr>
          <w:r>
            <w:t>SMLOUVA O DÍLO - Zhotovení stavby</w:t>
          </w:r>
        </w:p>
      </w:tc>
    </w:tr>
  </w:tbl>
  <w:p w14:paraId="7669CABD" w14:textId="77777777" w:rsidR="00D72EED" w:rsidRPr="00B8518B" w:rsidRDefault="00D72E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54384" w14:textId="77777777" w:rsidR="008F53E4" w:rsidRDefault="008F53E4" w:rsidP="00962258">
      <w:pPr>
        <w:spacing w:after="0" w:line="240" w:lineRule="auto"/>
      </w:pPr>
      <w:r>
        <w:separator/>
      </w:r>
    </w:p>
  </w:footnote>
  <w:footnote w:type="continuationSeparator" w:id="0">
    <w:p w14:paraId="37C8959F" w14:textId="77777777" w:rsidR="008F53E4" w:rsidRDefault="008F53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70EBCDE4" w14:textId="77777777" w:rsidTr="00C02D0A">
      <w:trPr>
        <w:trHeight w:hRule="exact" w:val="454"/>
      </w:trPr>
      <w:tc>
        <w:tcPr>
          <w:tcW w:w="1361" w:type="dxa"/>
          <w:tcMar>
            <w:top w:w="57" w:type="dxa"/>
            <w:left w:w="0" w:type="dxa"/>
            <w:right w:w="0" w:type="dxa"/>
          </w:tcMar>
        </w:tcPr>
        <w:p w14:paraId="6D1C758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7D55BE2" w14:textId="77777777" w:rsidR="00D72EED" w:rsidRDefault="00D72EED" w:rsidP="00523EA7">
          <w:pPr>
            <w:pStyle w:val="Zpat"/>
          </w:pPr>
        </w:p>
      </w:tc>
      <w:tc>
        <w:tcPr>
          <w:tcW w:w="5698" w:type="dxa"/>
          <w:shd w:val="clear" w:color="auto" w:fill="auto"/>
          <w:tcMar>
            <w:top w:w="57" w:type="dxa"/>
            <w:left w:w="0" w:type="dxa"/>
            <w:right w:w="0" w:type="dxa"/>
          </w:tcMar>
        </w:tcPr>
        <w:p w14:paraId="4F32F4F2" w14:textId="77777777" w:rsidR="00D72EED" w:rsidRPr="00D6163D" w:rsidRDefault="00D72EED" w:rsidP="00D6163D">
          <w:pPr>
            <w:pStyle w:val="Druhdokumentu"/>
          </w:pPr>
        </w:p>
      </w:tc>
    </w:tr>
  </w:tbl>
  <w:p w14:paraId="214685D6" w14:textId="77777777" w:rsidR="00D72EED" w:rsidRPr="00D6163D" w:rsidRDefault="00D72E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EED" w14:paraId="29A23F3D" w14:textId="77777777" w:rsidTr="004436DB">
      <w:trPr>
        <w:trHeight w:hRule="exact" w:val="936"/>
      </w:trPr>
      <w:tc>
        <w:tcPr>
          <w:tcW w:w="1361" w:type="dxa"/>
          <w:tcMar>
            <w:left w:w="0" w:type="dxa"/>
            <w:right w:w="0" w:type="dxa"/>
          </w:tcMar>
        </w:tcPr>
        <w:p w14:paraId="773B0CA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F60DDA6" w14:textId="77777777" w:rsidR="00D72EED" w:rsidRDefault="00D72EED" w:rsidP="00FC6389">
          <w:pPr>
            <w:pStyle w:val="Zpat"/>
          </w:pPr>
        </w:p>
      </w:tc>
      <w:tc>
        <w:tcPr>
          <w:tcW w:w="5756" w:type="dxa"/>
          <w:shd w:val="clear" w:color="auto" w:fill="auto"/>
          <w:tcMar>
            <w:left w:w="0" w:type="dxa"/>
            <w:right w:w="0" w:type="dxa"/>
          </w:tcMar>
        </w:tcPr>
        <w:p w14:paraId="3223FCB3" w14:textId="77777777" w:rsidR="00D72EED" w:rsidRPr="00D6163D" w:rsidRDefault="00D72EED" w:rsidP="00FC6389">
          <w:pPr>
            <w:pStyle w:val="Druhdokumentu"/>
          </w:pPr>
        </w:p>
      </w:tc>
    </w:tr>
    <w:tr w:rsidR="00D72EED" w14:paraId="70CD904D" w14:textId="77777777" w:rsidTr="004436DB">
      <w:trPr>
        <w:trHeight w:hRule="exact" w:val="754"/>
      </w:trPr>
      <w:tc>
        <w:tcPr>
          <w:tcW w:w="1361" w:type="dxa"/>
          <w:tcMar>
            <w:left w:w="0" w:type="dxa"/>
            <w:right w:w="0" w:type="dxa"/>
          </w:tcMar>
        </w:tcPr>
        <w:p w14:paraId="5060C35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B3241E3" w14:textId="77777777" w:rsidR="00D72EED" w:rsidRDefault="00D72EED" w:rsidP="00FC6389">
          <w:pPr>
            <w:pStyle w:val="Zpat"/>
          </w:pPr>
        </w:p>
      </w:tc>
      <w:tc>
        <w:tcPr>
          <w:tcW w:w="5756" w:type="dxa"/>
          <w:shd w:val="clear" w:color="auto" w:fill="auto"/>
          <w:tcMar>
            <w:left w:w="0" w:type="dxa"/>
            <w:right w:w="0" w:type="dxa"/>
          </w:tcMar>
        </w:tcPr>
        <w:p w14:paraId="25953689" w14:textId="77777777" w:rsidR="00D72EED" w:rsidRDefault="00D72EED" w:rsidP="00FC6389">
          <w:pPr>
            <w:pStyle w:val="Druhdokumentu"/>
            <w:rPr>
              <w:b w:val="0"/>
              <w:color w:val="auto"/>
              <w:sz w:val="18"/>
              <w:szCs w:val="18"/>
            </w:rPr>
          </w:pPr>
        </w:p>
        <w:p w14:paraId="4216692C" w14:textId="4CD11AC9" w:rsidR="00D72EED" w:rsidRPr="00D6163D" w:rsidRDefault="00D72EED" w:rsidP="004436DB">
          <w:pPr>
            <w:pStyle w:val="Druhdokumentu"/>
          </w:pPr>
          <w:proofErr w:type="gramStart"/>
          <w:r w:rsidRPr="00743F3D">
            <w:rPr>
              <w:b w:val="0"/>
              <w:color w:val="auto"/>
              <w:sz w:val="18"/>
              <w:szCs w:val="18"/>
            </w:rPr>
            <w:t>Č.j.</w:t>
          </w:r>
          <w:proofErr w:type="gramEnd"/>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D72EED" w:rsidRPr="00D6163D" w:rsidRDefault="00D72EED" w:rsidP="00FC6389">
    <w:pPr>
      <w:pStyle w:val="Zhlav"/>
      <w:rPr>
        <w:sz w:val="8"/>
        <w:szCs w:val="8"/>
      </w:rPr>
    </w:pPr>
    <w:r>
      <w:rPr>
        <w:noProof/>
        <w:lang w:eastAsia="cs-CZ"/>
      </w:rPr>
      <w:drawing>
        <wp:anchor distT="0" distB="0" distL="114300" distR="114300" simplePos="0" relativeHeight="25166694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72EED" w:rsidRPr="00460660" w:rsidRDefault="00D72EE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BDEEA6D" w14:textId="77777777" w:rsidTr="00C02D0A">
      <w:trPr>
        <w:trHeight w:hRule="exact" w:val="454"/>
      </w:trPr>
      <w:tc>
        <w:tcPr>
          <w:tcW w:w="1361" w:type="dxa"/>
          <w:tcMar>
            <w:top w:w="57" w:type="dxa"/>
            <w:left w:w="0" w:type="dxa"/>
            <w:right w:w="0" w:type="dxa"/>
          </w:tcMar>
        </w:tcPr>
        <w:p w14:paraId="06EB2851"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06764F05" w14:textId="77777777" w:rsidR="00D72EED" w:rsidRDefault="00D72EED" w:rsidP="00523EA7">
          <w:pPr>
            <w:pStyle w:val="Zpat"/>
          </w:pPr>
        </w:p>
      </w:tc>
      <w:tc>
        <w:tcPr>
          <w:tcW w:w="5698" w:type="dxa"/>
          <w:shd w:val="clear" w:color="auto" w:fill="auto"/>
          <w:tcMar>
            <w:top w:w="57" w:type="dxa"/>
            <w:left w:w="0" w:type="dxa"/>
            <w:right w:w="0" w:type="dxa"/>
          </w:tcMar>
        </w:tcPr>
        <w:p w14:paraId="03C23103" w14:textId="77777777" w:rsidR="00D72EED" w:rsidRPr="00D6163D" w:rsidRDefault="00D72EED" w:rsidP="00D6163D">
          <w:pPr>
            <w:pStyle w:val="Druhdokumentu"/>
          </w:pPr>
        </w:p>
      </w:tc>
    </w:tr>
  </w:tbl>
  <w:p w14:paraId="41D42320" w14:textId="77777777" w:rsidR="00D72EED" w:rsidRPr="00D6163D" w:rsidRDefault="00D72E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084D9F7" w14:textId="77777777" w:rsidTr="00C02D0A">
      <w:trPr>
        <w:trHeight w:hRule="exact" w:val="454"/>
      </w:trPr>
      <w:tc>
        <w:tcPr>
          <w:tcW w:w="1361" w:type="dxa"/>
          <w:tcMar>
            <w:top w:w="57" w:type="dxa"/>
            <w:left w:w="0" w:type="dxa"/>
            <w:right w:w="0" w:type="dxa"/>
          </w:tcMar>
        </w:tcPr>
        <w:p w14:paraId="55122BED"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52BFC7D" w14:textId="77777777" w:rsidR="00D72EED" w:rsidRDefault="00D72EED" w:rsidP="00523EA7">
          <w:pPr>
            <w:pStyle w:val="Zpat"/>
          </w:pPr>
        </w:p>
      </w:tc>
      <w:tc>
        <w:tcPr>
          <w:tcW w:w="5698" w:type="dxa"/>
          <w:shd w:val="clear" w:color="auto" w:fill="auto"/>
          <w:tcMar>
            <w:top w:w="57" w:type="dxa"/>
            <w:left w:w="0" w:type="dxa"/>
            <w:right w:w="0" w:type="dxa"/>
          </w:tcMar>
        </w:tcPr>
        <w:p w14:paraId="738215A2" w14:textId="77777777" w:rsidR="00D72EED" w:rsidRPr="00D6163D" w:rsidRDefault="00D72EED" w:rsidP="00D6163D">
          <w:pPr>
            <w:pStyle w:val="Druhdokumentu"/>
          </w:pPr>
        </w:p>
      </w:tc>
    </w:tr>
  </w:tbl>
  <w:p w14:paraId="63AACB25" w14:textId="77777777" w:rsidR="00D72EED" w:rsidRPr="00D6163D" w:rsidRDefault="00D72E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248C52B" w14:textId="77777777" w:rsidTr="00C02D0A">
      <w:trPr>
        <w:trHeight w:hRule="exact" w:val="454"/>
      </w:trPr>
      <w:tc>
        <w:tcPr>
          <w:tcW w:w="1361" w:type="dxa"/>
          <w:tcMar>
            <w:top w:w="57" w:type="dxa"/>
            <w:left w:w="0" w:type="dxa"/>
            <w:right w:w="0" w:type="dxa"/>
          </w:tcMar>
        </w:tcPr>
        <w:p w14:paraId="227EE8E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9B9543B" w14:textId="77777777" w:rsidR="00D72EED" w:rsidRDefault="00D72EED" w:rsidP="00523EA7">
          <w:pPr>
            <w:pStyle w:val="Zpat"/>
          </w:pPr>
        </w:p>
      </w:tc>
      <w:tc>
        <w:tcPr>
          <w:tcW w:w="5698" w:type="dxa"/>
          <w:shd w:val="clear" w:color="auto" w:fill="auto"/>
          <w:tcMar>
            <w:top w:w="57" w:type="dxa"/>
            <w:left w:w="0" w:type="dxa"/>
            <w:right w:w="0" w:type="dxa"/>
          </w:tcMar>
        </w:tcPr>
        <w:p w14:paraId="55E160BB" w14:textId="77777777" w:rsidR="00D72EED" w:rsidRPr="00D6163D" w:rsidRDefault="00D72EED" w:rsidP="00D6163D">
          <w:pPr>
            <w:pStyle w:val="Druhdokumentu"/>
          </w:pPr>
        </w:p>
      </w:tc>
    </w:tr>
  </w:tbl>
  <w:p w14:paraId="7CC0D749" w14:textId="77777777" w:rsidR="00D72EED" w:rsidRPr="00D6163D" w:rsidRDefault="00D72E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E9F8945" w14:textId="77777777" w:rsidTr="00C02D0A">
      <w:trPr>
        <w:trHeight w:hRule="exact" w:val="454"/>
      </w:trPr>
      <w:tc>
        <w:tcPr>
          <w:tcW w:w="1361" w:type="dxa"/>
          <w:tcMar>
            <w:top w:w="57" w:type="dxa"/>
            <w:left w:w="0" w:type="dxa"/>
            <w:right w:w="0" w:type="dxa"/>
          </w:tcMar>
        </w:tcPr>
        <w:p w14:paraId="6097A1C2"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42573BB" w14:textId="77777777" w:rsidR="00D72EED" w:rsidRDefault="00D72EED" w:rsidP="00523EA7">
          <w:pPr>
            <w:pStyle w:val="Zpat"/>
          </w:pPr>
        </w:p>
      </w:tc>
      <w:tc>
        <w:tcPr>
          <w:tcW w:w="5698" w:type="dxa"/>
          <w:shd w:val="clear" w:color="auto" w:fill="auto"/>
          <w:tcMar>
            <w:top w:w="57" w:type="dxa"/>
            <w:left w:w="0" w:type="dxa"/>
            <w:right w:w="0" w:type="dxa"/>
          </w:tcMar>
        </w:tcPr>
        <w:p w14:paraId="1BD5A820" w14:textId="77777777" w:rsidR="00D72EED" w:rsidRPr="00D6163D" w:rsidRDefault="00D72EED" w:rsidP="00D6163D">
          <w:pPr>
            <w:pStyle w:val="Druhdokumentu"/>
          </w:pPr>
        </w:p>
      </w:tc>
    </w:tr>
  </w:tbl>
  <w:p w14:paraId="79621E5D" w14:textId="77777777" w:rsidR="00D72EED" w:rsidRPr="00D6163D" w:rsidRDefault="00D72E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43729"/>
    <w:rsid w:val="00044DE7"/>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637B"/>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15F1A"/>
    <w:rsid w:val="003246FF"/>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6DB"/>
    <w:rsid w:val="00443BD3"/>
    <w:rsid w:val="00450F07"/>
    <w:rsid w:val="00453CD3"/>
    <w:rsid w:val="00456944"/>
    <w:rsid w:val="0046002F"/>
    <w:rsid w:val="00460660"/>
    <w:rsid w:val="0046348B"/>
    <w:rsid w:val="00464BA9"/>
    <w:rsid w:val="00477150"/>
    <w:rsid w:val="00483969"/>
    <w:rsid w:val="00485CE8"/>
    <w:rsid w:val="00486107"/>
    <w:rsid w:val="00491827"/>
    <w:rsid w:val="004B20BA"/>
    <w:rsid w:val="004C4399"/>
    <w:rsid w:val="004C787C"/>
    <w:rsid w:val="004D09FB"/>
    <w:rsid w:val="004E3DBE"/>
    <w:rsid w:val="004E70C8"/>
    <w:rsid w:val="004E7A1F"/>
    <w:rsid w:val="004F4B9B"/>
    <w:rsid w:val="00500C05"/>
    <w:rsid w:val="00502690"/>
    <w:rsid w:val="0050666E"/>
    <w:rsid w:val="00511AB9"/>
    <w:rsid w:val="00522E78"/>
    <w:rsid w:val="00523BB5"/>
    <w:rsid w:val="00523EA7"/>
    <w:rsid w:val="005406EB"/>
    <w:rsid w:val="00553375"/>
    <w:rsid w:val="00555884"/>
    <w:rsid w:val="005668E1"/>
    <w:rsid w:val="005700A6"/>
    <w:rsid w:val="005736B7"/>
    <w:rsid w:val="00575E5A"/>
    <w:rsid w:val="00580245"/>
    <w:rsid w:val="005A1F44"/>
    <w:rsid w:val="005A6B21"/>
    <w:rsid w:val="005A7872"/>
    <w:rsid w:val="005B2E3A"/>
    <w:rsid w:val="005C354E"/>
    <w:rsid w:val="005D3C39"/>
    <w:rsid w:val="005E0B30"/>
    <w:rsid w:val="005F2269"/>
    <w:rsid w:val="00601A8C"/>
    <w:rsid w:val="0061068E"/>
    <w:rsid w:val="006115D3"/>
    <w:rsid w:val="006223CF"/>
    <w:rsid w:val="00625D0C"/>
    <w:rsid w:val="00643585"/>
    <w:rsid w:val="0065610E"/>
    <w:rsid w:val="00660AD3"/>
    <w:rsid w:val="00666B3F"/>
    <w:rsid w:val="006776B6"/>
    <w:rsid w:val="00691851"/>
    <w:rsid w:val="00693150"/>
    <w:rsid w:val="006A5570"/>
    <w:rsid w:val="006A689C"/>
    <w:rsid w:val="006B3D79"/>
    <w:rsid w:val="006B6FE4"/>
    <w:rsid w:val="006C0BB6"/>
    <w:rsid w:val="006C2343"/>
    <w:rsid w:val="006C26C0"/>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20BA"/>
    <w:rsid w:val="00826B7B"/>
    <w:rsid w:val="00846789"/>
    <w:rsid w:val="00866994"/>
    <w:rsid w:val="00872B67"/>
    <w:rsid w:val="008A3568"/>
    <w:rsid w:val="008B4B16"/>
    <w:rsid w:val="008B6585"/>
    <w:rsid w:val="008C50F3"/>
    <w:rsid w:val="008C7EFE"/>
    <w:rsid w:val="008D03B9"/>
    <w:rsid w:val="008D30C7"/>
    <w:rsid w:val="008D34C9"/>
    <w:rsid w:val="008E3804"/>
    <w:rsid w:val="008E3C99"/>
    <w:rsid w:val="008F18D6"/>
    <w:rsid w:val="008F2C9B"/>
    <w:rsid w:val="008F53E4"/>
    <w:rsid w:val="008F797B"/>
    <w:rsid w:val="009008A9"/>
    <w:rsid w:val="00902844"/>
    <w:rsid w:val="00904780"/>
    <w:rsid w:val="0090635B"/>
    <w:rsid w:val="00913CA9"/>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47E8"/>
    <w:rsid w:val="00A0740E"/>
    <w:rsid w:val="00A10713"/>
    <w:rsid w:val="00A21A01"/>
    <w:rsid w:val="00A32426"/>
    <w:rsid w:val="00A34CE0"/>
    <w:rsid w:val="00A36878"/>
    <w:rsid w:val="00A426F5"/>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325"/>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DDA"/>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72EED"/>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06956"/>
    <w:rsid w:val="00F12DEC"/>
    <w:rsid w:val="00F13D36"/>
    <w:rsid w:val="00F1715C"/>
    <w:rsid w:val="00F24489"/>
    <w:rsid w:val="00F310F8"/>
    <w:rsid w:val="00F35939"/>
    <w:rsid w:val="00F422D3"/>
    <w:rsid w:val="00F45607"/>
    <w:rsid w:val="00F4722B"/>
    <w:rsid w:val="00F5100C"/>
    <w:rsid w:val="00F54432"/>
    <w:rsid w:val="00F659EB"/>
    <w:rsid w:val="00F762A8"/>
    <w:rsid w:val="00F80A0C"/>
    <w:rsid w:val="00F86BA6"/>
    <w:rsid w:val="00F95FBD"/>
    <w:rsid w:val="00F97EC7"/>
    <w:rsid w:val="00FB6342"/>
    <w:rsid w:val="00FC2283"/>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6B3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436D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436D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header" Target="header6.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93EAF3-149E-469D-9E4B-34B05A01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TotalTime>
  <Pages>25</Pages>
  <Words>6624</Words>
  <Characters>39086</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16</cp:revision>
  <cp:lastPrinted>2019-09-27T11:09:00Z</cp:lastPrinted>
  <dcterms:created xsi:type="dcterms:W3CDTF">2023-02-28T09:54:00Z</dcterms:created>
  <dcterms:modified xsi:type="dcterms:W3CDTF">2023-03-02T12:33:00Z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